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6A0C60" w:rsidRPr="0055475E" w:rsidRDefault="003858D3">
      <w:pPr>
        <w:pStyle w:val="Heading1"/>
        <w:rPr>
          <w:sz w:val="40"/>
          <w:szCs w:val="40"/>
        </w:rPr>
      </w:pPr>
      <w:r w:rsidRPr="0055475E">
        <w:rPr>
          <w:sz w:val="40"/>
          <w:szCs w:val="40"/>
        </w:rPr>
        <w:fldChar w:fldCharType="begin"/>
      </w:r>
      <w:r w:rsidR="006A0C60" w:rsidRPr="0055475E">
        <w:rPr>
          <w:sz w:val="40"/>
          <w:szCs w:val="40"/>
        </w:rPr>
        <w:instrText xml:space="preserve"> SEQ ModuleNumber \h \r </w:instrText>
      </w:r>
      <w:r w:rsidRPr="0055475E">
        <w:rPr>
          <w:sz w:val="40"/>
          <w:szCs w:val="40"/>
        </w:rPr>
        <w:fldChar w:fldCharType="begin"/>
      </w:r>
      <w:r w:rsidR="006A0C60" w:rsidRPr="0055475E">
        <w:rPr>
          <w:sz w:val="40"/>
          <w:szCs w:val="40"/>
        </w:rPr>
        <w:instrText xml:space="preserve"> KEYWORDS </w:instrText>
      </w:r>
      <w:r w:rsidRPr="0055475E">
        <w:rPr>
          <w:sz w:val="40"/>
          <w:szCs w:val="40"/>
        </w:rPr>
        <w:fldChar w:fldCharType="separate"/>
      </w:r>
      <w:r w:rsidR="00E9769D">
        <w:rPr>
          <w:sz w:val="40"/>
          <w:szCs w:val="40"/>
        </w:rPr>
        <w:instrText>Appendix</w:instrText>
      </w:r>
      <w:r w:rsidRPr="0055475E">
        <w:rPr>
          <w:sz w:val="40"/>
          <w:szCs w:val="40"/>
        </w:rPr>
        <w:fldChar w:fldCharType="end"/>
      </w:r>
      <w:r w:rsidRPr="0055475E">
        <w:rPr>
          <w:sz w:val="40"/>
          <w:szCs w:val="40"/>
        </w:rPr>
        <w:fldChar w:fldCharType="end"/>
      </w:r>
      <w:r w:rsidR="004775C7">
        <w:rPr>
          <w:sz w:val="40"/>
          <w:szCs w:val="40"/>
        </w:rPr>
        <w:t>Appendix</w:t>
      </w:r>
    </w:p>
    <w:p w:rsidR="006A0C60" w:rsidRPr="0001205E" w:rsidRDefault="004775C7">
      <w:pPr>
        <w:pStyle w:val="Heading0"/>
        <w:rPr>
          <w:color w:val="auto"/>
        </w:rPr>
      </w:pPr>
      <w:r>
        <w:rPr>
          <w:color w:val="auto"/>
        </w:rPr>
        <w:t>Manual Driver Installation</w:t>
      </w:r>
    </w:p>
    <w:p w:rsidR="006A0C60" w:rsidRDefault="004775C7">
      <w:r>
        <w:t>If you have problems with the Windows drivers and need to install them manually, the steps for Windows XP and 7 are here. Windows 8 should mirror the Windows 7 steps.</w:t>
      </w:r>
    </w:p>
    <w:p w:rsidR="002544FC" w:rsidRDefault="002544FC" w:rsidP="002921D4">
      <w:pPr>
        <w:pStyle w:val="NumberChar"/>
        <w:ind w:firstLine="0"/>
        <w:rPr>
          <w:sz w:val="24"/>
          <w:szCs w:val="24"/>
        </w:rPr>
      </w:pPr>
    </w:p>
    <w:p w:rsidR="002544FC" w:rsidRPr="00732E86" w:rsidRDefault="002544FC" w:rsidP="002544FC">
      <w:pPr>
        <w:pStyle w:val="Heading4"/>
        <w:rPr>
          <w:rStyle w:val="Courier"/>
          <w:rFonts w:ascii="Arial" w:hAnsi="Arial"/>
        </w:rPr>
      </w:pPr>
      <w:r w:rsidRPr="00732E86">
        <w:rPr>
          <w:rStyle w:val="Courier"/>
          <w:rFonts w:ascii="Arial" w:hAnsi="Arial"/>
        </w:rPr>
        <w:t>Windows XP Driver Installation</w:t>
      </w:r>
      <w:r>
        <w:rPr>
          <w:rStyle w:val="Courier"/>
          <w:rFonts w:ascii="Arial" w:hAnsi="Arial"/>
        </w:rPr>
        <w:t xml:space="preserve"> </w:t>
      </w:r>
      <w:r w:rsidRPr="00732E86">
        <w:rPr>
          <w:rStyle w:val="Courier"/>
          <w:rFonts w:ascii="Arial" w:hAnsi="Arial"/>
        </w:rPr>
        <w:br/>
      </w:r>
    </w:p>
    <w:p w:rsidR="002544FC" w:rsidRPr="002C2830" w:rsidRDefault="002544FC" w:rsidP="002544FC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bookmarkStart w:id="1" w:name="_Ref333751093"/>
      <w:r w:rsidRPr="002C2830">
        <w:rPr>
          <w:sz w:val="24"/>
          <w:szCs w:val="24"/>
        </w:rPr>
        <w:t xml:space="preserve">To see which drivers are installed on </w:t>
      </w:r>
      <w:r>
        <w:rPr>
          <w:sz w:val="24"/>
          <w:szCs w:val="24"/>
        </w:rPr>
        <w:t>your</w:t>
      </w:r>
      <w:r w:rsidRPr="002C2830">
        <w:rPr>
          <w:sz w:val="24"/>
          <w:szCs w:val="24"/>
        </w:rPr>
        <w:t xml:space="preserve"> host computer, check the hardware properties using the Windows Device Manager. Do the following:</w:t>
      </w:r>
      <w:bookmarkEnd w:id="1"/>
      <w:r>
        <w:rPr>
          <w:sz w:val="24"/>
          <w:szCs w:val="24"/>
        </w:rPr>
        <w:br/>
      </w:r>
    </w:p>
    <w:p w:rsidR="002544FC" w:rsidRPr="002C2830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>A</w:t>
      </w:r>
      <w:r w:rsidRPr="002C283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Click on the Windows Start button. </w:t>
      </w:r>
      <w:proofErr w:type="gramStart"/>
      <w:r w:rsidRPr="002C2830">
        <w:rPr>
          <w:sz w:val="24"/>
          <w:szCs w:val="24"/>
        </w:rPr>
        <w:t>Right-click on My Computer and select Properties from the</w:t>
      </w:r>
      <w:r>
        <w:rPr>
          <w:sz w:val="24"/>
          <w:szCs w:val="24"/>
        </w:rPr>
        <w:t xml:space="preserve"> </w:t>
      </w:r>
      <w:r w:rsidRPr="002C2830">
        <w:rPr>
          <w:sz w:val="24"/>
          <w:szCs w:val="24"/>
        </w:rPr>
        <w:t>drop-down menu.</w:t>
      </w:r>
      <w:proofErr w:type="gramEnd"/>
      <w:r>
        <w:rPr>
          <w:sz w:val="24"/>
          <w:szCs w:val="24"/>
        </w:rPr>
        <w:br/>
      </w:r>
    </w:p>
    <w:p w:rsidR="002544FC" w:rsidRPr="002C2830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>B</w:t>
      </w:r>
      <w:r w:rsidRPr="002C2830">
        <w:rPr>
          <w:sz w:val="24"/>
          <w:szCs w:val="24"/>
        </w:rPr>
        <w:t>. In the System Properties window, click the Hardware tab.</w:t>
      </w:r>
      <w:r>
        <w:rPr>
          <w:sz w:val="24"/>
          <w:szCs w:val="24"/>
        </w:rPr>
        <w:br/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>C</w:t>
      </w:r>
      <w:r w:rsidRPr="002C2830">
        <w:rPr>
          <w:sz w:val="24"/>
          <w:szCs w:val="24"/>
        </w:rPr>
        <w:t xml:space="preserve">. Click the Device Manager </w:t>
      </w:r>
      <w:proofErr w:type="gramStart"/>
      <w:r w:rsidRPr="002C2830">
        <w:rPr>
          <w:sz w:val="24"/>
          <w:szCs w:val="24"/>
        </w:rPr>
        <w:t>button</w:t>
      </w:r>
      <w:proofErr w:type="gramEnd"/>
      <w:r w:rsidRPr="002C2830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D12538">
        <w:rPr>
          <w:sz w:val="24"/>
          <w:szCs w:val="24"/>
        </w:rPr>
        <w:t>The Device Manager window displays a list of hardware devices installed on your computer and allows you to set the properties for each device. When the evalu</w:t>
      </w:r>
      <w:r w:rsidRPr="00D12538">
        <w:rPr>
          <w:sz w:val="24"/>
          <w:szCs w:val="24"/>
        </w:rPr>
        <w:t>a</w:t>
      </w:r>
      <w:r w:rsidRPr="00D12538">
        <w:rPr>
          <w:sz w:val="24"/>
          <w:szCs w:val="24"/>
        </w:rPr>
        <w:t>tion board is connected to the computer for the first time, the computer detects the onboard ICDI interface and the Stellaris® LM4F</w:t>
      </w:r>
      <w:r>
        <w:rPr>
          <w:sz w:val="24"/>
          <w:szCs w:val="24"/>
        </w:rPr>
        <w:t>120H5QR</w:t>
      </w:r>
      <w:r w:rsidRPr="00D12538">
        <w:rPr>
          <w:sz w:val="24"/>
          <w:szCs w:val="24"/>
        </w:rPr>
        <w:t xml:space="preserve"> microcontroller. 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Pr="00D12538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 w:rsidRPr="00D12538">
        <w:rPr>
          <w:sz w:val="24"/>
          <w:szCs w:val="24"/>
        </w:rPr>
        <w:t>Drivers that are not yet installed display a yellow exclamation mark in the Device Manager window.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 w:rsidRPr="00D12538">
        <w:rPr>
          <w:sz w:val="24"/>
          <w:szCs w:val="24"/>
        </w:rPr>
        <w:br/>
      </w:r>
      <w:r w:rsidRPr="00D12538">
        <w:rPr>
          <w:rStyle w:val="Courier"/>
          <w:rFonts w:ascii="Times New Roman" w:hAnsi="Times New Roman"/>
          <w:sz w:val="24"/>
          <w:szCs w:val="24"/>
        </w:rPr>
        <w:t xml:space="preserve">Using the included USB cable, connect the USB </w:t>
      </w:r>
      <w:r>
        <w:rPr>
          <w:rStyle w:val="Courier"/>
          <w:rFonts w:ascii="Times New Roman" w:hAnsi="Times New Roman"/>
          <w:sz w:val="24"/>
          <w:szCs w:val="24"/>
        </w:rPr>
        <w:t xml:space="preserve">emulation </w:t>
      </w:r>
      <w:r w:rsidRPr="00D12538">
        <w:rPr>
          <w:rStyle w:val="Courier"/>
          <w:rFonts w:ascii="Times New Roman" w:hAnsi="Times New Roman"/>
          <w:sz w:val="24"/>
          <w:szCs w:val="24"/>
        </w:rPr>
        <w:t>connector on your evaluation board</w:t>
      </w:r>
      <w:r>
        <w:rPr>
          <w:rStyle w:val="Courier"/>
          <w:rFonts w:ascii="Times New Roman" w:hAnsi="Times New Roman"/>
          <w:sz w:val="24"/>
          <w:szCs w:val="24"/>
        </w:rPr>
        <w:t xml:space="preserve"> (marked DEBUG) </w:t>
      </w:r>
      <w:r w:rsidRPr="00D12538">
        <w:rPr>
          <w:rStyle w:val="Courier"/>
          <w:rFonts w:ascii="Times New Roman" w:hAnsi="Times New Roman"/>
          <w:sz w:val="24"/>
          <w:szCs w:val="24"/>
        </w:rPr>
        <w:t>to a free USB port on your PC.</w:t>
      </w:r>
      <w:r w:rsidRPr="00D12538">
        <w:rPr>
          <w:sz w:val="24"/>
          <w:szCs w:val="24"/>
        </w:rPr>
        <w:t xml:space="preserve"> A PC’s USB port is capable of sourcing up to 500 mA for each attached device, which is suff</w:t>
      </w:r>
      <w:r w:rsidRPr="00D12538">
        <w:rPr>
          <w:sz w:val="24"/>
          <w:szCs w:val="24"/>
        </w:rPr>
        <w:t>i</w:t>
      </w:r>
      <w:r w:rsidRPr="00D12538">
        <w:rPr>
          <w:sz w:val="24"/>
          <w:szCs w:val="24"/>
        </w:rPr>
        <w:t>cient for the evaluation</w:t>
      </w:r>
      <w:r>
        <w:rPr>
          <w:sz w:val="24"/>
          <w:szCs w:val="24"/>
        </w:rPr>
        <w:t xml:space="preserve"> board. If connecting the board </w:t>
      </w:r>
      <w:r w:rsidRPr="00D12538">
        <w:rPr>
          <w:sz w:val="24"/>
          <w:szCs w:val="24"/>
        </w:rPr>
        <w:t>through a USB hub, it must be a powered hub.</w:t>
      </w:r>
      <w:r>
        <w:br/>
      </w:r>
      <w:r>
        <w:br/>
      </w:r>
    </w:p>
    <w:p w:rsidR="002544FC" w:rsidRDefault="002544FC" w:rsidP="002544FC">
      <w:pPr>
        <w:suppressAutoHyphens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 w:rsidRPr="002C2830">
        <w:rPr>
          <w:sz w:val="24"/>
          <w:szCs w:val="24"/>
        </w:rPr>
        <w:lastRenderedPageBreak/>
        <w:t xml:space="preserve">Windows </w:t>
      </w:r>
      <w:r>
        <w:rPr>
          <w:sz w:val="24"/>
          <w:szCs w:val="24"/>
        </w:rPr>
        <w:t>will start</w:t>
      </w:r>
      <w:r w:rsidRPr="002C2830">
        <w:rPr>
          <w:sz w:val="24"/>
          <w:szCs w:val="24"/>
        </w:rPr>
        <w:t xml:space="preserve"> the Found New</w:t>
      </w:r>
      <w:r>
        <w:rPr>
          <w:sz w:val="24"/>
          <w:szCs w:val="24"/>
        </w:rPr>
        <w:t xml:space="preserve"> </w:t>
      </w:r>
      <w:r w:rsidRPr="002C2830">
        <w:rPr>
          <w:sz w:val="24"/>
          <w:szCs w:val="24"/>
        </w:rPr>
        <w:t xml:space="preserve">Hardware Wizard as shown below. </w:t>
      </w:r>
      <w:r>
        <w:rPr>
          <w:sz w:val="24"/>
          <w:szCs w:val="24"/>
        </w:rPr>
        <w:t xml:space="preserve">Select </w:t>
      </w:r>
      <w:r w:rsidRPr="002C2830">
        <w:rPr>
          <w:sz w:val="24"/>
          <w:szCs w:val="24"/>
        </w:rPr>
        <w:t xml:space="preserve">“No, not this time” and </w:t>
      </w:r>
      <w:r>
        <w:rPr>
          <w:sz w:val="24"/>
          <w:szCs w:val="24"/>
        </w:rPr>
        <w:t xml:space="preserve">then click </w:t>
      </w:r>
      <w:r w:rsidRPr="002C2830">
        <w:rPr>
          <w:sz w:val="24"/>
          <w:szCs w:val="24"/>
        </w:rPr>
        <w:t>“Next”.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AD42113" wp14:editId="77059E81">
            <wp:extent cx="4184240" cy="3260879"/>
            <wp:effectExtent l="19050" t="0" r="6760" b="0"/>
            <wp:docPr id="34" name="Picture 1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6474" cy="326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>The next dialog will ask where the drivers can be found. Select “Install from a list or specific location” and then click “Next”.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D9EBB71" wp14:editId="3D89AC34">
            <wp:extent cx="4220184" cy="3288891"/>
            <wp:effectExtent l="19050" t="0" r="8916" b="0"/>
            <wp:docPr id="35" name="Picture 1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437" cy="3290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</w:p>
    <w:p w:rsidR="002544FC" w:rsidRDefault="002544FC" w:rsidP="002544FC">
      <w:pPr>
        <w:suppressAutoHyphens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Direct the wizard to the drivers that you downloaded earlier as shown below. Then click “Next”.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A00BAC" wp14:editId="47ECBBF2">
            <wp:extent cx="4242288" cy="3306117"/>
            <wp:effectExtent l="19050" t="0" r="5862" b="0"/>
            <wp:docPr id="36" name="Picture 1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1759" cy="3305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>When the following Windows Logo Testing box appears, click “Continue An</w:t>
      </w:r>
      <w:r>
        <w:rPr>
          <w:sz w:val="24"/>
          <w:szCs w:val="24"/>
        </w:rPr>
        <w:t>y</w:t>
      </w:r>
      <w:r>
        <w:rPr>
          <w:sz w:val="24"/>
          <w:szCs w:val="24"/>
        </w:rPr>
        <w:t>way”.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FF3136C" wp14:editId="0B3CEE47">
            <wp:extent cx="3568212" cy="2838350"/>
            <wp:effectExtent l="19050" t="0" r="0" b="0"/>
            <wp:docPr id="37" name="Picture 13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895" cy="283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</w:p>
    <w:p w:rsidR="002544FC" w:rsidRDefault="002544FC" w:rsidP="002544FC">
      <w:pPr>
        <w:suppressAutoHyphens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When the wizard completes, click “Finish”.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8DDDAE" wp14:editId="4C7E256A">
            <wp:extent cx="3738196" cy="2913266"/>
            <wp:effectExtent l="19050" t="0" r="0" b="0"/>
            <wp:docPr id="38" name="Picture 14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7729" cy="291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jc w:val="center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Repeat this process for the other two drivers (the Windows Logo testing box may not appear again). 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Note that the drivers now appear under the “Ports” and “Stellaris In-Circuit D</w:t>
      </w:r>
      <w:r>
        <w:rPr>
          <w:sz w:val="24"/>
          <w:szCs w:val="24"/>
        </w:rPr>
        <w:t>e</w:t>
      </w:r>
      <w:r>
        <w:rPr>
          <w:sz w:val="24"/>
          <w:szCs w:val="24"/>
        </w:rPr>
        <w:t xml:space="preserve">bug Interface” headings. 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Pr="0068135A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360"/>
        <w:jc w:val="center"/>
        <w:rPr>
          <w:sz w:val="24"/>
          <w:szCs w:val="24"/>
        </w:rPr>
      </w:pPr>
      <w:r w:rsidRPr="0068135A">
        <w:rPr>
          <w:noProof/>
        </w:rPr>
        <w:drawing>
          <wp:anchor distT="0" distB="0" distL="114300" distR="114300" simplePos="0" relativeHeight="251700224" behindDoc="0" locked="0" layoutInCell="1" allowOverlap="1" wp14:anchorId="1E6E3F1B" wp14:editId="0677C25C">
            <wp:simplePos x="0" y="0"/>
            <wp:positionH relativeFrom="column">
              <wp:posOffset>572503</wp:posOffset>
            </wp:positionH>
            <wp:positionV relativeFrom="paragraph">
              <wp:posOffset>3961999</wp:posOffset>
            </wp:positionV>
            <wp:extent cx="365961" cy="360948"/>
            <wp:effectExtent l="19050" t="0" r="0" b="0"/>
            <wp:wrapNone/>
            <wp:docPr id="6" name="Picture 11" descr="C:\Program Files\Microsoft Office\MEDIA\OFFICE12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OFFICE12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61" cy="36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3B67E4D7" wp14:editId="1BC2E666">
            <wp:simplePos x="0" y="0"/>
            <wp:positionH relativeFrom="column">
              <wp:posOffset>572503</wp:posOffset>
            </wp:positionH>
            <wp:positionV relativeFrom="paragraph">
              <wp:posOffset>3167915</wp:posOffset>
            </wp:positionV>
            <wp:extent cx="365961" cy="360947"/>
            <wp:effectExtent l="19050" t="0" r="0" b="0"/>
            <wp:wrapNone/>
            <wp:docPr id="3" name="Picture 11" descr="C:\Program Files\Microsoft Office\MEDIA\OFFICE12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OFFICE12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61" cy="360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F0D85D0" wp14:editId="64D33D39">
            <wp:extent cx="4175809" cy="4962557"/>
            <wp:effectExtent l="19050" t="0" r="0" b="0"/>
            <wp:docPr id="39" name="Picture 15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6691" cy="496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If you have driver difficulties later, you can try the “Update driver…” process (right-click on each driver). If that fails, you can delete all three drivers and re-install them. The drivers will only appear in the Device Manager when the board is connected to the USB port. 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>Write down the COM port number that Windows assigned for the Stellaris Virtual Serial Port here: _______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Close your Device Manager window(s).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Skip the Windows 7 installation step and continue with the </w:t>
      </w:r>
      <w:proofErr w:type="spellStart"/>
      <w:r>
        <w:rPr>
          <w:sz w:val="24"/>
          <w:szCs w:val="24"/>
        </w:rPr>
        <w:t>quickstart</w:t>
      </w:r>
      <w:proofErr w:type="spellEnd"/>
      <w:r>
        <w:rPr>
          <w:sz w:val="24"/>
          <w:szCs w:val="24"/>
        </w:rPr>
        <w:t xml:space="preserve"> application in step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_Ref333751142 \r \h </w:instrText>
      </w:r>
      <w:r>
        <w:rPr>
          <w:sz w:val="24"/>
          <w:szCs w:val="24"/>
        </w:rPr>
        <w:fldChar w:fldCharType="separate"/>
      </w:r>
      <w:r w:rsidR="00E9769D">
        <w:rPr>
          <w:b/>
          <w:bCs/>
          <w:sz w:val="24"/>
          <w:szCs w:val="24"/>
        </w:rPr>
        <w:t>Error! Reference source not found.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. 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Default="002544FC" w:rsidP="002544FC">
      <w:pPr>
        <w:suppressAutoHyphens w:val="0"/>
        <w:spacing w:before="0" w:after="0"/>
        <w:rPr>
          <w:rStyle w:val="Courier"/>
          <w:rFonts w:ascii="Arial" w:hAnsi="Arial"/>
          <w:b/>
          <w:i/>
          <w:noProof/>
          <w:sz w:val="32"/>
        </w:rPr>
      </w:pPr>
      <w:r>
        <w:rPr>
          <w:rStyle w:val="Courier"/>
          <w:rFonts w:ascii="Arial" w:hAnsi="Arial"/>
        </w:rPr>
        <w:br w:type="page"/>
      </w:r>
    </w:p>
    <w:p w:rsidR="002544FC" w:rsidRPr="00732E86" w:rsidRDefault="002544FC" w:rsidP="002544FC">
      <w:pPr>
        <w:pStyle w:val="Heading4"/>
        <w:rPr>
          <w:rStyle w:val="Courier"/>
          <w:rFonts w:ascii="Arial" w:hAnsi="Arial"/>
        </w:rPr>
      </w:pPr>
      <w:r>
        <w:rPr>
          <w:rStyle w:val="Courier"/>
          <w:rFonts w:ascii="Arial" w:hAnsi="Arial"/>
        </w:rPr>
        <w:lastRenderedPageBreak/>
        <w:t>Windows 7</w:t>
      </w:r>
      <w:r w:rsidRPr="00732E86">
        <w:rPr>
          <w:rStyle w:val="Courier"/>
          <w:rFonts w:ascii="Arial" w:hAnsi="Arial"/>
        </w:rPr>
        <w:t xml:space="preserve"> Driver Installation</w:t>
      </w:r>
      <w:r>
        <w:rPr>
          <w:rStyle w:val="Courier"/>
          <w:rFonts w:ascii="Arial" w:hAnsi="Arial"/>
        </w:rPr>
        <w:t xml:space="preserve"> </w:t>
      </w:r>
      <w:r w:rsidRPr="00732E86">
        <w:rPr>
          <w:rStyle w:val="Courier"/>
          <w:rFonts w:ascii="Arial" w:hAnsi="Arial"/>
        </w:rPr>
        <w:br/>
      </w:r>
    </w:p>
    <w:p w:rsidR="002544FC" w:rsidRPr="002C2830" w:rsidRDefault="002544FC" w:rsidP="002544FC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bookmarkStart w:id="2" w:name="_Ref333751124"/>
      <w:r w:rsidRPr="00B449B7">
        <w:rPr>
          <w:sz w:val="24"/>
          <w:szCs w:val="24"/>
        </w:rPr>
        <w:t xml:space="preserve">To </w:t>
      </w:r>
      <w:r w:rsidRPr="002C2830">
        <w:rPr>
          <w:sz w:val="24"/>
          <w:szCs w:val="24"/>
        </w:rPr>
        <w:t xml:space="preserve">see which drivers are installed on </w:t>
      </w:r>
      <w:r>
        <w:rPr>
          <w:sz w:val="24"/>
          <w:szCs w:val="24"/>
        </w:rPr>
        <w:t>your</w:t>
      </w:r>
      <w:r w:rsidRPr="002C2830">
        <w:rPr>
          <w:sz w:val="24"/>
          <w:szCs w:val="24"/>
        </w:rPr>
        <w:t xml:space="preserve"> host computer, check the hardware properties using the Windows Device Manager. Do the following:</w:t>
      </w:r>
      <w:bookmarkEnd w:id="2"/>
      <w:r>
        <w:rPr>
          <w:sz w:val="24"/>
          <w:szCs w:val="24"/>
        </w:rPr>
        <w:br/>
      </w:r>
    </w:p>
    <w:p w:rsidR="002544FC" w:rsidRPr="00AC7904" w:rsidRDefault="002544FC" w:rsidP="002544FC">
      <w:pPr>
        <w:pStyle w:val="ListParagraph"/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AC7904">
        <w:rPr>
          <w:sz w:val="24"/>
          <w:szCs w:val="24"/>
        </w:rPr>
        <w:t>Click on the Windows Start button. Right-click on Computer and select Pro</w:t>
      </w:r>
      <w:r w:rsidRPr="00AC7904">
        <w:rPr>
          <w:sz w:val="24"/>
          <w:szCs w:val="24"/>
        </w:rPr>
        <w:t>p</w:t>
      </w:r>
      <w:r w:rsidRPr="00AC7904">
        <w:rPr>
          <w:sz w:val="24"/>
          <w:szCs w:val="24"/>
        </w:rPr>
        <w:t>erties from the drop-down menu.</w:t>
      </w:r>
      <w:r>
        <w:rPr>
          <w:sz w:val="24"/>
          <w:szCs w:val="24"/>
        </w:rPr>
        <w:br/>
      </w:r>
    </w:p>
    <w:p w:rsidR="002544FC" w:rsidRPr="00AC7904" w:rsidRDefault="002544FC" w:rsidP="002544FC">
      <w:pPr>
        <w:pStyle w:val="ListParagraph"/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Click on Device Manager on the left of the dialog.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2C2830">
        <w:rPr>
          <w:sz w:val="24"/>
          <w:szCs w:val="24"/>
        </w:rPr>
        <w:t>The Device Manager window displays a list of hardware</w:t>
      </w:r>
      <w:r>
        <w:rPr>
          <w:sz w:val="24"/>
          <w:szCs w:val="24"/>
        </w:rPr>
        <w:t xml:space="preserve"> </w:t>
      </w:r>
      <w:r w:rsidRPr="002C2830">
        <w:rPr>
          <w:sz w:val="24"/>
          <w:szCs w:val="24"/>
        </w:rPr>
        <w:t xml:space="preserve">devices installed on your </w:t>
      </w:r>
      <w:r w:rsidRPr="00D12538">
        <w:rPr>
          <w:sz w:val="24"/>
          <w:szCs w:val="24"/>
        </w:rPr>
        <w:t>computer and allows you to set the properties for each device. When the evalu</w:t>
      </w:r>
      <w:r w:rsidRPr="00D12538">
        <w:rPr>
          <w:sz w:val="24"/>
          <w:szCs w:val="24"/>
        </w:rPr>
        <w:t>a</w:t>
      </w:r>
      <w:r w:rsidRPr="00D12538">
        <w:rPr>
          <w:sz w:val="24"/>
          <w:szCs w:val="24"/>
        </w:rPr>
        <w:t>tion board is connected to the computer for the first time, the computer detects the onboard ICDI interface and the Stellaris® LM4F</w:t>
      </w:r>
      <w:r>
        <w:rPr>
          <w:sz w:val="24"/>
          <w:szCs w:val="24"/>
        </w:rPr>
        <w:t>120H5QR</w:t>
      </w:r>
      <w:r w:rsidRPr="00D12538">
        <w:rPr>
          <w:sz w:val="24"/>
          <w:szCs w:val="24"/>
        </w:rPr>
        <w:t xml:space="preserve"> microcontroller. </w:t>
      </w:r>
    </w:p>
    <w:p w:rsidR="002544FC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</w:p>
    <w:p w:rsidR="002544FC" w:rsidRPr="00D12538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 w:rsidRPr="00D12538">
        <w:rPr>
          <w:sz w:val="24"/>
          <w:szCs w:val="24"/>
        </w:rPr>
        <w:t>Drivers that are not yet installed display a yellow exclamation mark in the Device Manager window.</w:t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br/>
      </w:r>
      <w:r w:rsidRPr="00D12538">
        <w:rPr>
          <w:rStyle w:val="Courier"/>
          <w:rFonts w:ascii="Times New Roman" w:hAnsi="Times New Roman"/>
          <w:sz w:val="24"/>
          <w:szCs w:val="24"/>
        </w:rPr>
        <w:t xml:space="preserve">Using the included USB cable, connect the USB </w:t>
      </w:r>
      <w:r>
        <w:rPr>
          <w:rStyle w:val="Courier"/>
          <w:rFonts w:ascii="Times New Roman" w:hAnsi="Times New Roman"/>
          <w:sz w:val="24"/>
          <w:szCs w:val="24"/>
        </w:rPr>
        <w:t xml:space="preserve">emulation </w:t>
      </w:r>
      <w:r w:rsidRPr="00D12538">
        <w:rPr>
          <w:rStyle w:val="Courier"/>
          <w:rFonts w:ascii="Times New Roman" w:hAnsi="Times New Roman"/>
          <w:sz w:val="24"/>
          <w:szCs w:val="24"/>
        </w:rPr>
        <w:t>connector on your evaluation board</w:t>
      </w:r>
      <w:r>
        <w:rPr>
          <w:rStyle w:val="Courier"/>
          <w:rFonts w:ascii="Times New Roman" w:hAnsi="Times New Roman"/>
          <w:sz w:val="24"/>
          <w:szCs w:val="24"/>
        </w:rPr>
        <w:t xml:space="preserve"> (marked DEBUG) </w:t>
      </w:r>
      <w:r w:rsidRPr="00D12538">
        <w:rPr>
          <w:rStyle w:val="Courier"/>
          <w:rFonts w:ascii="Times New Roman" w:hAnsi="Times New Roman"/>
          <w:sz w:val="24"/>
          <w:szCs w:val="24"/>
        </w:rPr>
        <w:t>to a free USB port on your PC.</w:t>
      </w:r>
      <w:r w:rsidRPr="00D12538">
        <w:rPr>
          <w:sz w:val="24"/>
          <w:szCs w:val="24"/>
        </w:rPr>
        <w:t xml:space="preserve"> A PC’s USB port is capable of sourcing up to 500 mA for each attached device, which is suff</w:t>
      </w:r>
      <w:r w:rsidRPr="00D12538">
        <w:rPr>
          <w:sz w:val="24"/>
          <w:szCs w:val="24"/>
        </w:rPr>
        <w:t>i</w:t>
      </w:r>
      <w:r w:rsidRPr="00D12538">
        <w:rPr>
          <w:sz w:val="24"/>
          <w:szCs w:val="24"/>
        </w:rPr>
        <w:t>cient for the evaluation</w:t>
      </w:r>
      <w:r>
        <w:rPr>
          <w:sz w:val="24"/>
          <w:szCs w:val="24"/>
        </w:rPr>
        <w:t xml:space="preserve"> board. If connecting the board </w:t>
      </w:r>
      <w:r w:rsidRPr="00D12538">
        <w:rPr>
          <w:sz w:val="24"/>
          <w:szCs w:val="24"/>
        </w:rPr>
        <w:t>through a USB hub, it must be a powered hub.</w:t>
      </w: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</w:pPr>
    </w:p>
    <w:p w:rsidR="002544FC" w:rsidRDefault="002544FC" w:rsidP="002544FC">
      <w:pPr>
        <w:suppressAutoHyphens w:val="0"/>
        <w:spacing w:before="0" w:after="0"/>
      </w:pPr>
      <w:r>
        <w:br w:type="page"/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lastRenderedPageBreak/>
        <w:t>After a moment, all three drivers should appear under the “Other devices” hea</w:t>
      </w:r>
      <w:r w:rsidRPr="00D12538">
        <w:rPr>
          <w:sz w:val="24"/>
          <w:szCs w:val="24"/>
        </w:rPr>
        <w:t>d</w:t>
      </w:r>
      <w:r w:rsidRPr="00D12538">
        <w:rPr>
          <w:sz w:val="24"/>
          <w:szCs w:val="24"/>
        </w:rPr>
        <w:t>ing as shown below:</w:t>
      </w: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</w:pP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jc w:val="center"/>
      </w:pPr>
      <w:r w:rsidRPr="0068135A">
        <w:rPr>
          <w:noProof/>
        </w:rPr>
        <w:drawing>
          <wp:anchor distT="0" distB="0" distL="114300" distR="114300" simplePos="0" relativeHeight="251701248" behindDoc="0" locked="0" layoutInCell="1" allowOverlap="1" wp14:anchorId="16E0AA8C" wp14:editId="43FB737B">
            <wp:simplePos x="0" y="0"/>
            <wp:positionH relativeFrom="column">
              <wp:posOffset>1005639</wp:posOffset>
            </wp:positionH>
            <wp:positionV relativeFrom="paragraph">
              <wp:posOffset>2725319</wp:posOffset>
            </wp:positionV>
            <wp:extent cx="365961" cy="360948"/>
            <wp:effectExtent l="19050" t="0" r="0" b="0"/>
            <wp:wrapNone/>
            <wp:docPr id="7" name="Picture 11" descr="C:\Program Files\Microsoft Office\MEDIA\OFFICE12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OFFICE12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61" cy="36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208A1F7C" wp14:editId="6DE69DCD">
            <wp:extent cx="3512279" cy="4411301"/>
            <wp:effectExtent l="19050" t="0" r="0" b="0"/>
            <wp:docPr id="40" name="Picture 16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5202" cy="4414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</w:pPr>
    </w:p>
    <w:p w:rsidR="002544FC" w:rsidRDefault="002544FC" w:rsidP="002544FC">
      <w:pPr>
        <w:suppressAutoHyphens w:val="0"/>
        <w:spacing w:before="0" w:after="0"/>
      </w:pPr>
      <w:r>
        <w:br w:type="page"/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proofErr w:type="gramStart"/>
      <w:r w:rsidRPr="00D12538">
        <w:rPr>
          <w:sz w:val="24"/>
          <w:szCs w:val="24"/>
        </w:rPr>
        <w:lastRenderedPageBreak/>
        <w:t>Right-click on the top instance of “In-Circuit Debug Interface” and then click on “Update Driver Software…” in the drop-down menu that appears.</w:t>
      </w:r>
      <w:proofErr w:type="gramEnd"/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</w:pP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jc w:val="center"/>
      </w:pPr>
      <w:r w:rsidRPr="0068135A">
        <w:rPr>
          <w:noProof/>
        </w:rPr>
        <w:drawing>
          <wp:anchor distT="0" distB="0" distL="114300" distR="114300" simplePos="0" relativeHeight="251702272" behindDoc="0" locked="0" layoutInCell="1" allowOverlap="1" wp14:anchorId="4340C5CC" wp14:editId="26F0F469">
            <wp:simplePos x="0" y="0"/>
            <wp:positionH relativeFrom="column">
              <wp:posOffset>1005639</wp:posOffset>
            </wp:positionH>
            <wp:positionV relativeFrom="paragraph">
              <wp:posOffset>2725320</wp:posOffset>
            </wp:positionV>
            <wp:extent cx="365961" cy="360948"/>
            <wp:effectExtent l="19050" t="0" r="0" b="0"/>
            <wp:wrapNone/>
            <wp:docPr id="8" name="Picture 11" descr="C:\Program Files\Microsoft Office\MEDIA\OFFICE12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OFFICE12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61" cy="36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4DD16B2" wp14:editId="30BC6722">
            <wp:extent cx="3517666" cy="4425696"/>
            <wp:effectExtent l="19050" t="0" r="6584" b="0"/>
            <wp:docPr id="41" name="Picture 17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8637" cy="442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</w:pPr>
    </w:p>
    <w:p w:rsidR="002544FC" w:rsidRDefault="002544FC" w:rsidP="002544FC">
      <w:pPr>
        <w:suppressAutoHyphens w:val="0"/>
        <w:spacing w:before="0" w:after="0"/>
      </w:pPr>
      <w:r>
        <w:br w:type="page"/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lastRenderedPageBreak/>
        <w:t>Click “Browse my computer for driver software” in the window that appears.</w:t>
      </w: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</w:pP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jc w:val="center"/>
      </w:pPr>
      <w:r>
        <w:rPr>
          <w:noProof/>
        </w:rPr>
        <w:drawing>
          <wp:inline distT="0" distB="0" distL="0" distR="0" wp14:anchorId="46CD4D3B" wp14:editId="4D18AE05">
            <wp:extent cx="4162806" cy="3049352"/>
            <wp:effectExtent l="19050" t="0" r="9144" b="0"/>
            <wp:docPr id="42" name="Picture 18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8763" cy="304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</w:pPr>
    </w:p>
    <w:p w:rsidR="002544FC" w:rsidRPr="00D12538" w:rsidRDefault="002544FC" w:rsidP="002544FC">
      <w:pPr>
        <w:suppressAutoHyphens w:val="0"/>
        <w:autoSpaceDE w:val="0"/>
        <w:autoSpaceDN w:val="0"/>
        <w:adjustRightInd w:val="0"/>
        <w:spacing w:before="0" w:after="0"/>
        <w:ind w:left="720"/>
        <w:rPr>
          <w:sz w:val="24"/>
          <w:szCs w:val="24"/>
        </w:rPr>
      </w:pPr>
      <w:r w:rsidRPr="00D12538">
        <w:rPr>
          <w:sz w:val="24"/>
          <w:szCs w:val="24"/>
        </w:rPr>
        <w:t>Direct the wizard to the drivers that you downloaded earlier as shown below. Then click “Next”.</w:t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jc w:val="center"/>
        <w:rPr>
          <w:sz w:val="24"/>
          <w:szCs w:val="24"/>
        </w:rPr>
      </w:pPr>
      <w:r w:rsidRPr="00D12538">
        <w:rPr>
          <w:noProof/>
          <w:sz w:val="24"/>
          <w:szCs w:val="24"/>
        </w:rPr>
        <w:drawing>
          <wp:inline distT="0" distB="0" distL="0" distR="0" wp14:anchorId="46D8CAA3" wp14:editId="05E29A5F">
            <wp:extent cx="4288028" cy="3141080"/>
            <wp:effectExtent l="19050" t="0" r="0" b="0"/>
            <wp:docPr id="43" name="Picture 19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3153" cy="313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Pr="00D12538" w:rsidRDefault="002544FC" w:rsidP="002544FC">
      <w:pPr>
        <w:suppressAutoHyphens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br w:type="page"/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lastRenderedPageBreak/>
        <w:t>When the Windows Security windows appears, click “Install this driver software anyway”</w:t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jc w:val="center"/>
        <w:rPr>
          <w:sz w:val="24"/>
          <w:szCs w:val="24"/>
        </w:rPr>
      </w:pPr>
      <w:r w:rsidRPr="00D12538">
        <w:rPr>
          <w:noProof/>
          <w:sz w:val="24"/>
          <w:szCs w:val="24"/>
        </w:rPr>
        <w:drawing>
          <wp:inline distT="0" distB="0" distL="0" distR="0" wp14:anchorId="6148E91B" wp14:editId="45238C4C">
            <wp:extent cx="3955542" cy="2371795"/>
            <wp:effectExtent l="19050" t="0" r="6858" b="0"/>
            <wp:docPr id="44" name="Picture 20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8607" cy="237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t>When the completion window appears, click “Close”. Note that your serial port number may be different than shown below.</w:t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jc w:val="center"/>
        <w:rPr>
          <w:sz w:val="24"/>
          <w:szCs w:val="24"/>
        </w:rPr>
      </w:pPr>
      <w:r w:rsidRPr="00D12538">
        <w:rPr>
          <w:noProof/>
          <w:sz w:val="24"/>
          <w:szCs w:val="24"/>
        </w:rPr>
        <w:drawing>
          <wp:inline distT="0" distB="0" distL="0" distR="0" wp14:anchorId="7FCA1121" wp14:editId="060010CF">
            <wp:extent cx="4296918" cy="3147592"/>
            <wp:effectExtent l="19050" t="0" r="8382" b="0"/>
            <wp:docPr id="45" name="Picture 21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744" cy="314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Repeat this process for the other two drivers.</w:t>
      </w:r>
    </w:p>
    <w:p w:rsidR="002544FC" w:rsidRPr="00D12538" w:rsidRDefault="002544FC" w:rsidP="002544FC">
      <w:pPr>
        <w:suppressAutoHyphens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br w:type="page"/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lastRenderedPageBreak/>
        <w:t>Note that the drivers now appear under the “Ports” and “Stellaris In-Circuit D</w:t>
      </w:r>
      <w:r w:rsidRPr="00D12538">
        <w:rPr>
          <w:sz w:val="24"/>
          <w:szCs w:val="24"/>
        </w:rPr>
        <w:t>e</w:t>
      </w:r>
      <w:r w:rsidRPr="00D12538">
        <w:rPr>
          <w:sz w:val="24"/>
          <w:szCs w:val="24"/>
        </w:rPr>
        <w:t xml:space="preserve">bug Interface” headings. </w:t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4B918561" wp14:editId="28B6AC36">
            <wp:simplePos x="0" y="0"/>
            <wp:positionH relativeFrom="column">
              <wp:posOffset>824865</wp:posOffset>
            </wp:positionH>
            <wp:positionV relativeFrom="paragraph">
              <wp:posOffset>4382770</wp:posOffset>
            </wp:positionV>
            <wp:extent cx="365760" cy="360680"/>
            <wp:effectExtent l="19050" t="0" r="0" b="0"/>
            <wp:wrapNone/>
            <wp:docPr id="33" name="Picture 11" descr="C:\Program Files\Microsoft Office\MEDIA\OFFICE12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OFFICE12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1" wp14:anchorId="02F96285" wp14:editId="3445460F">
            <wp:simplePos x="0" y="0"/>
            <wp:positionH relativeFrom="column">
              <wp:posOffset>829945</wp:posOffset>
            </wp:positionH>
            <wp:positionV relativeFrom="paragraph">
              <wp:posOffset>3432175</wp:posOffset>
            </wp:positionV>
            <wp:extent cx="365760" cy="360680"/>
            <wp:effectExtent l="19050" t="0" r="0" b="0"/>
            <wp:wrapNone/>
            <wp:docPr id="10" name="Picture 11" descr="C:\Program Files\Microsoft Office\MEDIA\OFFICE12\Bullets\BD21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OFFICE12\Bullets\BD21298_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2538">
        <w:rPr>
          <w:noProof/>
          <w:sz w:val="24"/>
          <w:szCs w:val="24"/>
        </w:rPr>
        <w:drawing>
          <wp:inline distT="0" distB="0" distL="0" distR="0" wp14:anchorId="609D7AB3" wp14:editId="1479204A">
            <wp:extent cx="3740651" cy="5678906"/>
            <wp:effectExtent l="19050" t="0" r="0" b="0"/>
            <wp:docPr id="46" name="Picture 22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4468" cy="568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FC" w:rsidRPr="00D12538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D12538">
        <w:rPr>
          <w:sz w:val="24"/>
          <w:szCs w:val="24"/>
        </w:rPr>
        <w:t xml:space="preserve">If you have driver difficulties later, you can try the “Update Driver Software…” process (right-click on each driver). If that fails, you can delete all three drivers and re-install them. The drivers will only appear in the Device Manager when the board is connected to the USB port. </w:t>
      </w:r>
    </w:p>
    <w:p w:rsidR="002544FC" w:rsidRDefault="002544FC" w:rsidP="002544FC">
      <w:pPr>
        <w:pStyle w:val="ListParagraph"/>
        <w:suppressAutoHyphens w:val="0"/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4775C7" w:rsidRPr="00D12538" w:rsidRDefault="002544FC" w:rsidP="002544FC">
      <w:pPr>
        <w:pStyle w:val="NumberChar"/>
        <w:ind w:firstLine="0"/>
        <w:rPr>
          <w:sz w:val="24"/>
          <w:szCs w:val="24"/>
        </w:rPr>
      </w:pPr>
      <w:r>
        <w:rPr>
          <w:sz w:val="24"/>
          <w:szCs w:val="24"/>
        </w:rPr>
        <w:t>Write down the COM port number that Windows assigned for the Stellaris Virtual Serial Port here: _______</w:t>
      </w:r>
      <w:r w:rsidRPr="00D12538">
        <w:rPr>
          <w:sz w:val="24"/>
          <w:szCs w:val="24"/>
        </w:rPr>
        <w:br/>
      </w:r>
      <w:r w:rsidRPr="00D12538">
        <w:rPr>
          <w:sz w:val="24"/>
          <w:szCs w:val="24"/>
        </w:rPr>
        <w:br/>
        <w:t>Close your Device Manager window(s)</w:t>
      </w:r>
      <w:bookmarkEnd w:id="0"/>
    </w:p>
    <w:sectPr w:rsidR="004775C7" w:rsidRPr="00D12538" w:rsidSect="009F3631">
      <w:footerReference w:type="even" r:id="rId23"/>
      <w:footerReference w:type="default" r:id="rId24"/>
      <w:footerReference w:type="first" r:id="rId25"/>
      <w:type w:val="continuous"/>
      <w:pgSz w:w="12240" w:h="15840" w:code="1"/>
      <w:pgMar w:top="1440" w:right="1440" w:bottom="1440" w:left="21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4C" w:rsidRDefault="009C7B4C">
      <w:r>
        <w:separator/>
      </w:r>
    </w:p>
  </w:endnote>
  <w:endnote w:type="continuationSeparator" w:id="0">
    <w:p w:rsidR="009C7B4C" w:rsidRDefault="009C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Overbar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1E" w:rsidRPr="0023645B" w:rsidRDefault="001643D3" w:rsidP="0023645B">
    <w:pPr>
      <w:pStyle w:val="Footer"/>
    </w:pPr>
    <w:fldSimple w:instr=" KEYWORDS \* MERGEFORMAT ">
      <w:r w:rsidR="00E9769D">
        <w:t>Appendix</w:t>
      </w:r>
    </w:fldSimple>
    <w:r w:rsidR="00800C1E">
      <w:t xml:space="preserve"> - </w:t>
    </w:r>
    <w:r w:rsidR="0052617D">
      <w:fldChar w:fldCharType="begin"/>
    </w:r>
    <w:r w:rsidR="0052617D">
      <w:instrText xml:space="preserve"> PAGE  \* MERGEFORMAT </w:instrText>
    </w:r>
    <w:r w:rsidR="0052617D">
      <w:fldChar w:fldCharType="separate"/>
    </w:r>
    <w:r w:rsidR="00E9769D">
      <w:t>10</w:t>
    </w:r>
    <w:r w:rsidR="0052617D">
      <w:fldChar w:fldCharType="end"/>
    </w:r>
    <w:r w:rsidR="00800C1E">
      <w:tab/>
    </w:r>
    <w:fldSimple w:instr=" SUBJECT  \* MERGEFORMAT ">
      <w:r w:rsidR="00E9769D">
        <w:t>Getting Started With the Stellaris EK-LM4F120XL LaunchPad Workshop</w:t>
      </w:r>
    </w:fldSimple>
    <w:r w:rsidR="00800C1E">
      <w:t xml:space="preserve"> </w:t>
    </w:r>
    <w:fldSimple w:instr=" TITLE  \* MERGEFORMAT ">
      <w:r w:rsidR="00E9769D">
        <w:t xml:space="preserve"> - Appendix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1E" w:rsidRPr="0023645B" w:rsidRDefault="001643D3" w:rsidP="0023645B">
    <w:pPr>
      <w:pStyle w:val="Footer"/>
    </w:pPr>
    <w:fldSimple w:instr=" SUBJECT  \* MERGEFORMAT ">
      <w:r w:rsidR="00E9769D">
        <w:t>Getting Started With the Stellaris EK-LM4F120XL LaunchPad Workshop</w:t>
      </w:r>
    </w:fldSimple>
    <w:fldSimple w:instr=" TITLE  \* MERGEFORMAT ">
      <w:r w:rsidR="00E9769D">
        <w:t xml:space="preserve"> - Appendix</w:t>
      </w:r>
    </w:fldSimple>
    <w:r w:rsidR="00800C1E">
      <w:tab/>
    </w:r>
    <w:fldSimple w:instr=" KEYWORDS \* MERGEFORMAT ">
      <w:r w:rsidR="00E9769D">
        <w:t>Appendix</w:t>
      </w:r>
    </w:fldSimple>
    <w:r w:rsidR="00800C1E">
      <w:t xml:space="preserve"> - </w:t>
    </w:r>
    <w:r w:rsidR="0052617D">
      <w:fldChar w:fldCharType="begin"/>
    </w:r>
    <w:r w:rsidR="0052617D">
      <w:instrText xml:space="preserve"> PAGE  \* MERGEFORMAT </w:instrText>
    </w:r>
    <w:r w:rsidR="0052617D">
      <w:fldChar w:fldCharType="separate"/>
    </w:r>
    <w:r w:rsidR="00E9769D">
      <w:t>11</w:t>
    </w:r>
    <w:r w:rsidR="0052617D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1E" w:rsidRPr="00277A5C" w:rsidRDefault="001643D3" w:rsidP="00277A5C">
    <w:pPr>
      <w:pStyle w:val="Footer"/>
    </w:pPr>
    <w:fldSimple w:instr=" SUBJECT  \* MERGEFORMAT ">
      <w:r w:rsidR="00E9769D">
        <w:t>Getting Started With the Stellaris EK-LM4F120XL LaunchPad Workshop</w:t>
      </w:r>
    </w:fldSimple>
    <w:r w:rsidR="00800C1E">
      <w:t xml:space="preserve"> </w:t>
    </w:r>
    <w:fldSimple w:instr=" TITLE  \* MERGEFORMAT ">
      <w:r w:rsidR="00E9769D">
        <w:t xml:space="preserve"> - Appendix</w:t>
      </w:r>
    </w:fldSimple>
    <w:r w:rsidR="00800C1E">
      <w:tab/>
    </w:r>
    <w:fldSimple w:instr=" KEYWORDS \* MERGEFORMAT ">
      <w:r w:rsidR="00E9769D">
        <w:t>Appendix</w:t>
      </w:r>
    </w:fldSimple>
    <w:r w:rsidR="00800C1E">
      <w:t xml:space="preserve"> - </w:t>
    </w:r>
    <w:r w:rsidR="0052617D">
      <w:fldChar w:fldCharType="begin"/>
    </w:r>
    <w:r w:rsidR="0052617D">
      <w:instrText xml:space="preserve"> PAGE  \* MERGEFORMAT </w:instrText>
    </w:r>
    <w:r w:rsidR="0052617D">
      <w:fldChar w:fldCharType="separate"/>
    </w:r>
    <w:r w:rsidR="00E9769D">
      <w:t>1</w:t>
    </w:r>
    <w:r w:rsidR="0052617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4C" w:rsidRDefault="009C7B4C">
      <w:r>
        <w:separator/>
      </w:r>
    </w:p>
  </w:footnote>
  <w:footnote w:type="continuationSeparator" w:id="0">
    <w:p w:rsidR="009C7B4C" w:rsidRDefault="009C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29" type="#_x0000_t75" style="width:6.9pt;height:6.9pt;visibility:visible;mso-wrap-style:square" o:bullet="t">
        <v:imagedata r:id="rId2" o:title=""/>
      </v:shape>
    </w:pict>
  </w:numPicBullet>
  <w:abstractNum w:abstractNumId="0">
    <w:nsid w:val="FFFFFF7C"/>
    <w:multiLevelType w:val="singleLevel"/>
    <w:tmpl w:val="B3CAE2B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862FFE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E6CD0D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11C53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D8E213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D0B48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00C89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FE0A9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6C8E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8892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327F9"/>
    <w:multiLevelType w:val="singleLevel"/>
    <w:tmpl w:val="D61EE5D4"/>
    <w:lvl w:ilvl="0">
      <w:start w:val="1"/>
      <w:numFmt w:val="bullet"/>
      <w:pStyle w:val="Dash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9C6A4B"/>
    <w:multiLevelType w:val="hybridMultilevel"/>
    <w:tmpl w:val="D2742D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6A2690"/>
    <w:multiLevelType w:val="hybridMultilevel"/>
    <w:tmpl w:val="181E8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0D2198"/>
    <w:multiLevelType w:val="hybridMultilevel"/>
    <w:tmpl w:val="DAFA3D2E"/>
    <w:lvl w:ilvl="0" w:tplc="60285ED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E414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C401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CE46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D8E8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6ABCA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384C6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BEDDE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A01DD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C40B9B"/>
    <w:multiLevelType w:val="hybridMultilevel"/>
    <w:tmpl w:val="986ABC54"/>
    <w:lvl w:ilvl="0" w:tplc="810AC1F0">
      <w:start w:val="1"/>
      <w:numFmt w:val="decimal"/>
      <w:pStyle w:val="Number"/>
      <w:lvlText w:val="%1."/>
      <w:legacy w:legacy="1" w:legacySpace="0" w:legacyIndent="360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D93B8E"/>
    <w:multiLevelType w:val="hybridMultilevel"/>
    <w:tmpl w:val="F8662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E02F31"/>
    <w:multiLevelType w:val="singleLevel"/>
    <w:tmpl w:val="0888AF34"/>
    <w:lvl w:ilvl="0">
      <w:start w:val="1"/>
      <w:numFmt w:val="bullet"/>
      <w:pStyle w:val="Procedur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125193C"/>
    <w:multiLevelType w:val="hybridMultilevel"/>
    <w:tmpl w:val="3126C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027ED9"/>
    <w:multiLevelType w:val="hybridMultilevel"/>
    <w:tmpl w:val="56926FD2"/>
    <w:lvl w:ilvl="0" w:tplc="3B3E3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6835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4298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4258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6059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24A6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F8E9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27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BE53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C7C4463"/>
    <w:multiLevelType w:val="singleLevel"/>
    <w:tmpl w:val="028623FA"/>
    <w:lvl w:ilvl="0">
      <w:start w:val="1"/>
      <w:numFmt w:val="none"/>
      <w:pStyle w:val="NumberNoNumber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0">
    <w:nsid w:val="5D6A6B5D"/>
    <w:multiLevelType w:val="hybridMultilevel"/>
    <w:tmpl w:val="238284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E9C6467"/>
    <w:multiLevelType w:val="hybridMultilevel"/>
    <w:tmpl w:val="2BD27402"/>
    <w:lvl w:ilvl="0" w:tplc="EF22829A">
      <w:start w:val="1"/>
      <w:numFmt w:val="bullet"/>
      <w:lvlText w:val=""/>
      <w:lvlPicBulletId w:val="1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EAE6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2A50C9C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8FE4873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8894030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5" w:tplc="CD7CC9C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6" w:tplc="8CD440E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D07CD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8" w:tplc="F552CDC0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</w:abstractNum>
  <w:abstractNum w:abstractNumId="22">
    <w:nsid w:val="6C5C6426"/>
    <w:multiLevelType w:val="hybridMultilevel"/>
    <w:tmpl w:val="E7F68F0E"/>
    <w:lvl w:ilvl="0" w:tplc="0A3E2C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685D7B"/>
    <w:multiLevelType w:val="singleLevel"/>
    <w:tmpl w:val="A314D67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DE34E3D"/>
    <w:multiLevelType w:val="hybridMultilevel"/>
    <w:tmpl w:val="73F634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  <w:num w:numId="17">
    <w:abstractNumId w:val="22"/>
  </w:num>
  <w:num w:numId="18">
    <w:abstractNumId w:val="17"/>
  </w:num>
  <w:num w:numId="19">
    <w:abstractNumId w:val="18"/>
  </w:num>
  <w:num w:numId="20">
    <w:abstractNumId w:val="24"/>
  </w:num>
  <w:num w:numId="21">
    <w:abstractNumId w:val="20"/>
  </w:num>
  <w:num w:numId="22">
    <w:abstractNumId w:val="13"/>
  </w:num>
  <w:num w:numId="23">
    <w:abstractNumId w:val="15"/>
  </w:num>
  <w:num w:numId="24">
    <w:abstractNumId w:val="21"/>
  </w:num>
  <w:num w:numId="2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intFractionalCharacterWidth/>
  <w:embedSystemFonts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CF"/>
    <w:rsid w:val="000016AA"/>
    <w:rsid w:val="00002BEC"/>
    <w:rsid w:val="00005CE8"/>
    <w:rsid w:val="000107A6"/>
    <w:rsid w:val="0001205E"/>
    <w:rsid w:val="0001279A"/>
    <w:rsid w:val="00013E92"/>
    <w:rsid w:val="00016522"/>
    <w:rsid w:val="00020532"/>
    <w:rsid w:val="00023B0C"/>
    <w:rsid w:val="00023C0B"/>
    <w:rsid w:val="00024C50"/>
    <w:rsid w:val="000261D9"/>
    <w:rsid w:val="00030CE7"/>
    <w:rsid w:val="00034AC8"/>
    <w:rsid w:val="00034B23"/>
    <w:rsid w:val="000409D5"/>
    <w:rsid w:val="0004322C"/>
    <w:rsid w:val="00044B7A"/>
    <w:rsid w:val="000463DF"/>
    <w:rsid w:val="000463F4"/>
    <w:rsid w:val="0004660D"/>
    <w:rsid w:val="00047762"/>
    <w:rsid w:val="00047C0D"/>
    <w:rsid w:val="000508F8"/>
    <w:rsid w:val="00050F09"/>
    <w:rsid w:val="00051595"/>
    <w:rsid w:val="00052DA6"/>
    <w:rsid w:val="00055328"/>
    <w:rsid w:val="00056542"/>
    <w:rsid w:val="000609ED"/>
    <w:rsid w:val="0006176E"/>
    <w:rsid w:val="00063B03"/>
    <w:rsid w:val="000673D7"/>
    <w:rsid w:val="00075A14"/>
    <w:rsid w:val="00077114"/>
    <w:rsid w:val="00082B3D"/>
    <w:rsid w:val="00083329"/>
    <w:rsid w:val="000856B2"/>
    <w:rsid w:val="000A3E53"/>
    <w:rsid w:val="000B32A0"/>
    <w:rsid w:val="000C0702"/>
    <w:rsid w:val="000C4F45"/>
    <w:rsid w:val="000C6087"/>
    <w:rsid w:val="000C6CE8"/>
    <w:rsid w:val="000D08B9"/>
    <w:rsid w:val="000D5650"/>
    <w:rsid w:val="000D58AE"/>
    <w:rsid w:val="000E11C6"/>
    <w:rsid w:val="000E213C"/>
    <w:rsid w:val="000E35B8"/>
    <w:rsid w:val="000E5B27"/>
    <w:rsid w:val="000E7639"/>
    <w:rsid w:val="000F1CD6"/>
    <w:rsid w:val="000F2D7D"/>
    <w:rsid w:val="000F2E98"/>
    <w:rsid w:val="000F499A"/>
    <w:rsid w:val="001026C5"/>
    <w:rsid w:val="00102A87"/>
    <w:rsid w:val="001065E3"/>
    <w:rsid w:val="0010675D"/>
    <w:rsid w:val="001102EC"/>
    <w:rsid w:val="00115278"/>
    <w:rsid w:val="00115491"/>
    <w:rsid w:val="00115E20"/>
    <w:rsid w:val="0011605A"/>
    <w:rsid w:val="00121D2A"/>
    <w:rsid w:val="00122868"/>
    <w:rsid w:val="00123258"/>
    <w:rsid w:val="00124F83"/>
    <w:rsid w:val="00126032"/>
    <w:rsid w:val="001261B0"/>
    <w:rsid w:val="0012668A"/>
    <w:rsid w:val="00126980"/>
    <w:rsid w:val="00130114"/>
    <w:rsid w:val="001310F2"/>
    <w:rsid w:val="00132EBB"/>
    <w:rsid w:val="001350B9"/>
    <w:rsid w:val="0014216A"/>
    <w:rsid w:val="0014301D"/>
    <w:rsid w:val="00146F9F"/>
    <w:rsid w:val="00147ED3"/>
    <w:rsid w:val="00150635"/>
    <w:rsid w:val="00151B55"/>
    <w:rsid w:val="00151CF9"/>
    <w:rsid w:val="0015241E"/>
    <w:rsid w:val="0015305F"/>
    <w:rsid w:val="001533AF"/>
    <w:rsid w:val="0015398E"/>
    <w:rsid w:val="001638FF"/>
    <w:rsid w:val="001643D3"/>
    <w:rsid w:val="00164667"/>
    <w:rsid w:val="0016506B"/>
    <w:rsid w:val="00166406"/>
    <w:rsid w:val="00167DCF"/>
    <w:rsid w:val="00172431"/>
    <w:rsid w:val="00175EB7"/>
    <w:rsid w:val="00180B2C"/>
    <w:rsid w:val="001844BF"/>
    <w:rsid w:val="00186687"/>
    <w:rsid w:val="001903F7"/>
    <w:rsid w:val="00192D11"/>
    <w:rsid w:val="001930F9"/>
    <w:rsid w:val="00193CA9"/>
    <w:rsid w:val="00194F34"/>
    <w:rsid w:val="00196FF8"/>
    <w:rsid w:val="001A1430"/>
    <w:rsid w:val="001A4DB5"/>
    <w:rsid w:val="001A57C1"/>
    <w:rsid w:val="001A6D92"/>
    <w:rsid w:val="001A7189"/>
    <w:rsid w:val="001C7AD0"/>
    <w:rsid w:val="001D0EAA"/>
    <w:rsid w:val="001D282E"/>
    <w:rsid w:val="001D3053"/>
    <w:rsid w:val="001D42FA"/>
    <w:rsid w:val="001D4989"/>
    <w:rsid w:val="001D7B0F"/>
    <w:rsid w:val="001E070F"/>
    <w:rsid w:val="001E0781"/>
    <w:rsid w:val="001E0841"/>
    <w:rsid w:val="001E1ADA"/>
    <w:rsid w:val="001E2224"/>
    <w:rsid w:val="001E5AFF"/>
    <w:rsid w:val="001F11B1"/>
    <w:rsid w:val="001F484F"/>
    <w:rsid w:val="001F5CBC"/>
    <w:rsid w:val="001F6060"/>
    <w:rsid w:val="0020583D"/>
    <w:rsid w:val="00205B07"/>
    <w:rsid w:val="002079F8"/>
    <w:rsid w:val="002111BC"/>
    <w:rsid w:val="0021427E"/>
    <w:rsid w:val="002168D6"/>
    <w:rsid w:val="00217E25"/>
    <w:rsid w:val="00220637"/>
    <w:rsid w:val="002237C0"/>
    <w:rsid w:val="00233B51"/>
    <w:rsid w:val="0023645B"/>
    <w:rsid w:val="0023751D"/>
    <w:rsid w:val="00240B14"/>
    <w:rsid w:val="00241701"/>
    <w:rsid w:val="00242932"/>
    <w:rsid w:val="00244105"/>
    <w:rsid w:val="002517AB"/>
    <w:rsid w:val="00253798"/>
    <w:rsid w:val="002543CA"/>
    <w:rsid w:val="002544FC"/>
    <w:rsid w:val="002549A9"/>
    <w:rsid w:val="002550B8"/>
    <w:rsid w:val="0025512A"/>
    <w:rsid w:val="00255E69"/>
    <w:rsid w:val="00257975"/>
    <w:rsid w:val="0026066C"/>
    <w:rsid w:val="00264145"/>
    <w:rsid w:val="002665CD"/>
    <w:rsid w:val="00267735"/>
    <w:rsid w:val="00271E3F"/>
    <w:rsid w:val="002747B9"/>
    <w:rsid w:val="00275896"/>
    <w:rsid w:val="002760F7"/>
    <w:rsid w:val="002761F1"/>
    <w:rsid w:val="00277A5C"/>
    <w:rsid w:val="00277B27"/>
    <w:rsid w:val="00280D10"/>
    <w:rsid w:val="002835FC"/>
    <w:rsid w:val="0028566E"/>
    <w:rsid w:val="00285CD1"/>
    <w:rsid w:val="0028749C"/>
    <w:rsid w:val="00290964"/>
    <w:rsid w:val="002921D4"/>
    <w:rsid w:val="002927EC"/>
    <w:rsid w:val="00293E1B"/>
    <w:rsid w:val="00297708"/>
    <w:rsid w:val="002A26C0"/>
    <w:rsid w:val="002A3199"/>
    <w:rsid w:val="002A327A"/>
    <w:rsid w:val="002A6604"/>
    <w:rsid w:val="002A6F73"/>
    <w:rsid w:val="002B140E"/>
    <w:rsid w:val="002B569C"/>
    <w:rsid w:val="002B73B5"/>
    <w:rsid w:val="002B788F"/>
    <w:rsid w:val="002C0073"/>
    <w:rsid w:val="002C0AB1"/>
    <w:rsid w:val="002C2830"/>
    <w:rsid w:val="002D1489"/>
    <w:rsid w:val="002D1D5D"/>
    <w:rsid w:val="002D517D"/>
    <w:rsid w:val="002D5317"/>
    <w:rsid w:val="002E6F42"/>
    <w:rsid w:val="002E75DA"/>
    <w:rsid w:val="002F394C"/>
    <w:rsid w:val="002F3B7E"/>
    <w:rsid w:val="002F7DD2"/>
    <w:rsid w:val="00300923"/>
    <w:rsid w:val="00300E82"/>
    <w:rsid w:val="003020EC"/>
    <w:rsid w:val="003021B4"/>
    <w:rsid w:val="00303A37"/>
    <w:rsid w:val="00306369"/>
    <w:rsid w:val="0030674A"/>
    <w:rsid w:val="0030679D"/>
    <w:rsid w:val="003118F3"/>
    <w:rsid w:val="0031416C"/>
    <w:rsid w:val="00314B1B"/>
    <w:rsid w:val="00314F0F"/>
    <w:rsid w:val="00315D79"/>
    <w:rsid w:val="0031780D"/>
    <w:rsid w:val="00325A4F"/>
    <w:rsid w:val="00325F0D"/>
    <w:rsid w:val="00326203"/>
    <w:rsid w:val="0033487B"/>
    <w:rsid w:val="00334EA8"/>
    <w:rsid w:val="003359AA"/>
    <w:rsid w:val="00336399"/>
    <w:rsid w:val="00341266"/>
    <w:rsid w:val="00341434"/>
    <w:rsid w:val="00343DC7"/>
    <w:rsid w:val="00345BA4"/>
    <w:rsid w:val="00353D8F"/>
    <w:rsid w:val="00354C4D"/>
    <w:rsid w:val="003564E5"/>
    <w:rsid w:val="00370814"/>
    <w:rsid w:val="0038265C"/>
    <w:rsid w:val="0038426B"/>
    <w:rsid w:val="00384A50"/>
    <w:rsid w:val="003858D3"/>
    <w:rsid w:val="00386ACD"/>
    <w:rsid w:val="00386C59"/>
    <w:rsid w:val="00386EBF"/>
    <w:rsid w:val="00387AE7"/>
    <w:rsid w:val="00395543"/>
    <w:rsid w:val="0039641F"/>
    <w:rsid w:val="003A3604"/>
    <w:rsid w:val="003A5236"/>
    <w:rsid w:val="003B19DF"/>
    <w:rsid w:val="003B2C14"/>
    <w:rsid w:val="003B44A2"/>
    <w:rsid w:val="003C0F8A"/>
    <w:rsid w:val="003C1123"/>
    <w:rsid w:val="003C135F"/>
    <w:rsid w:val="003C4A8C"/>
    <w:rsid w:val="003C57EE"/>
    <w:rsid w:val="003C5920"/>
    <w:rsid w:val="003C67E9"/>
    <w:rsid w:val="003C7B27"/>
    <w:rsid w:val="003D3C9B"/>
    <w:rsid w:val="003D4F1A"/>
    <w:rsid w:val="003D541D"/>
    <w:rsid w:val="003D546E"/>
    <w:rsid w:val="003D67C3"/>
    <w:rsid w:val="003E2EE0"/>
    <w:rsid w:val="003E363E"/>
    <w:rsid w:val="003E41A9"/>
    <w:rsid w:val="003E49D3"/>
    <w:rsid w:val="003E632C"/>
    <w:rsid w:val="003F3C58"/>
    <w:rsid w:val="00401858"/>
    <w:rsid w:val="00410D11"/>
    <w:rsid w:val="00412056"/>
    <w:rsid w:val="0042093A"/>
    <w:rsid w:val="00423E7B"/>
    <w:rsid w:val="00424230"/>
    <w:rsid w:val="0042430B"/>
    <w:rsid w:val="004305E1"/>
    <w:rsid w:val="00430873"/>
    <w:rsid w:val="00431092"/>
    <w:rsid w:val="0043337D"/>
    <w:rsid w:val="00435324"/>
    <w:rsid w:val="0043537D"/>
    <w:rsid w:val="00436082"/>
    <w:rsid w:val="00441BD4"/>
    <w:rsid w:val="00442335"/>
    <w:rsid w:val="00442C9D"/>
    <w:rsid w:val="004435A2"/>
    <w:rsid w:val="00444A24"/>
    <w:rsid w:val="00444DA4"/>
    <w:rsid w:val="0044558D"/>
    <w:rsid w:val="00456459"/>
    <w:rsid w:val="00460DB3"/>
    <w:rsid w:val="0046593C"/>
    <w:rsid w:val="004759C8"/>
    <w:rsid w:val="00475B0F"/>
    <w:rsid w:val="00476048"/>
    <w:rsid w:val="004775C7"/>
    <w:rsid w:val="0048013F"/>
    <w:rsid w:val="00492E5F"/>
    <w:rsid w:val="004946FF"/>
    <w:rsid w:val="004975C3"/>
    <w:rsid w:val="004976B0"/>
    <w:rsid w:val="004A27A2"/>
    <w:rsid w:val="004A39D3"/>
    <w:rsid w:val="004A54F2"/>
    <w:rsid w:val="004A5935"/>
    <w:rsid w:val="004A6CBD"/>
    <w:rsid w:val="004B2081"/>
    <w:rsid w:val="004B23DD"/>
    <w:rsid w:val="004B3DC7"/>
    <w:rsid w:val="004B6777"/>
    <w:rsid w:val="004B6942"/>
    <w:rsid w:val="004B6CA4"/>
    <w:rsid w:val="004C1B8D"/>
    <w:rsid w:val="004C4CC7"/>
    <w:rsid w:val="004C658F"/>
    <w:rsid w:val="004D1591"/>
    <w:rsid w:val="004D1BBA"/>
    <w:rsid w:val="004D4809"/>
    <w:rsid w:val="004D5186"/>
    <w:rsid w:val="004D5CBB"/>
    <w:rsid w:val="004D6AD9"/>
    <w:rsid w:val="004D6BF4"/>
    <w:rsid w:val="004D6CD3"/>
    <w:rsid w:val="004D7AD2"/>
    <w:rsid w:val="004D7E2C"/>
    <w:rsid w:val="004E053F"/>
    <w:rsid w:val="004E0909"/>
    <w:rsid w:val="004E0F68"/>
    <w:rsid w:val="004E11F3"/>
    <w:rsid w:val="004E17A5"/>
    <w:rsid w:val="004E2979"/>
    <w:rsid w:val="004E2BB1"/>
    <w:rsid w:val="004E3626"/>
    <w:rsid w:val="004F35E6"/>
    <w:rsid w:val="004F5104"/>
    <w:rsid w:val="00502F38"/>
    <w:rsid w:val="005049EE"/>
    <w:rsid w:val="00513479"/>
    <w:rsid w:val="005236A9"/>
    <w:rsid w:val="005252E0"/>
    <w:rsid w:val="0052617D"/>
    <w:rsid w:val="0052663B"/>
    <w:rsid w:val="0052676D"/>
    <w:rsid w:val="00526BB2"/>
    <w:rsid w:val="00526CE4"/>
    <w:rsid w:val="00532F92"/>
    <w:rsid w:val="0053430D"/>
    <w:rsid w:val="005343F8"/>
    <w:rsid w:val="0053579F"/>
    <w:rsid w:val="00541DA5"/>
    <w:rsid w:val="005447A1"/>
    <w:rsid w:val="00545082"/>
    <w:rsid w:val="00545636"/>
    <w:rsid w:val="005469B4"/>
    <w:rsid w:val="00547284"/>
    <w:rsid w:val="005507C4"/>
    <w:rsid w:val="00552202"/>
    <w:rsid w:val="0055475E"/>
    <w:rsid w:val="00555B22"/>
    <w:rsid w:val="0056605A"/>
    <w:rsid w:val="0056691A"/>
    <w:rsid w:val="00566E3F"/>
    <w:rsid w:val="00567742"/>
    <w:rsid w:val="00570787"/>
    <w:rsid w:val="00580BCA"/>
    <w:rsid w:val="00580C7F"/>
    <w:rsid w:val="00581F25"/>
    <w:rsid w:val="005824A6"/>
    <w:rsid w:val="005845D2"/>
    <w:rsid w:val="00585AE3"/>
    <w:rsid w:val="00586270"/>
    <w:rsid w:val="005900B8"/>
    <w:rsid w:val="00590E12"/>
    <w:rsid w:val="005911E0"/>
    <w:rsid w:val="00592F72"/>
    <w:rsid w:val="00593044"/>
    <w:rsid w:val="00595933"/>
    <w:rsid w:val="00595ED2"/>
    <w:rsid w:val="0059611E"/>
    <w:rsid w:val="00596B27"/>
    <w:rsid w:val="005976AA"/>
    <w:rsid w:val="005A3EEA"/>
    <w:rsid w:val="005A49DA"/>
    <w:rsid w:val="005A4B97"/>
    <w:rsid w:val="005A59A1"/>
    <w:rsid w:val="005C2DF3"/>
    <w:rsid w:val="005C3385"/>
    <w:rsid w:val="005C3BE1"/>
    <w:rsid w:val="005C4B58"/>
    <w:rsid w:val="005C7236"/>
    <w:rsid w:val="005C74E8"/>
    <w:rsid w:val="005D157F"/>
    <w:rsid w:val="005D26BB"/>
    <w:rsid w:val="005D4DF9"/>
    <w:rsid w:val="005E1D3A"/>
    <w:rsid w:val="005E1EE7"/>
    <w:rsid w:val="005E3181"/>
    <w:rsid w:val="005E37D6"/>
    <w:rsid w:val="005E4EAD"/>
    <w:rsid w:val="005E6ABC"/>
    <w:rsid w:val="005E7546"/>
    <w:rsid w:val="005F13AD"/>
    <w:rsid w:val="005F4610"/>
    <w:rsid w:val="005F4E15"/>
    <w:rsid w:val="005F588F"/>
    <w:rsid w:val="005F5A0B"/>
    <w:rsid w:val="005F5C68"/>
    <w:rsid w:val="005F6A42"/>
    <w:rsid w:val="00601CBC"/>
    <w:rsid w:val="006046FA"/>
    <w:rsid w:val="00611CA3"/>
    <w:rsid w:val="00615AA9"/>
    <w:rsid w:val="00621101"/>
    <w:rsid w:val="0062143D"/>
    <w:rsid w:val="0062185F"/>
    <w:rsid w:val="0062196F"/>
    <w:rsid w:val="00621C22"/>
    <w:rsid w:val="0062490E"/>
    <w:rsid w:val="0063435B"/>
    <w:rsid w:val="0063639F"/>
    <w:rsid w:val="00636471"/>
    <w:rsid w:val="00636AB4"/>
    <w:rsid w:val="00636F9D"/>
    <w:rsid w:val="0064027D"/>
    <w:rsid w:val="00644330"/>
    <w:rsid w:val="0064506C"/>
    <w:rsid w:val="00646C9F"/>
    <w:rsid w:val="00650F78"/>
    <w:rsid w:val="00651A3C"/>
    <w:rsid w:val="00651F6E"/>
    <w:rsid w:val="006536E3"/>
    <w:rsid w:val="0065461B"/>
    <w:rsid w:val="00654D24"/>
    <w:rsid w:val="00654F21"/>
    <w:rsid w:val="0065526C"/>
    <w:rsid w:val="00655635"/>
    <w:rsid w:val="00660D91"/>
    <w:rsid w:val="006661A2"/>
    <w:rsid w:val="00666226"/>
    <w:rsid w:val="00670AE5"/>
    <w:rsid w:val="00671E45"/>
    <w:rsid w:val="006749D5"/>
    <w:rsid w:val="0067535A"/>
    <w:rsid w:val="00680B3C"/>
    <w:rsid w:val="0068135A"/>
    <w:rsid w:val="0068213E"/>
    <w:rsid w:val="00682AE0"/>
    <w:rsid w:val="00684BAD"/>
    <w:rsid w:val="00691AE6"/>
    <w:rsid w:val="00691F4E"/>
    <w:rsid w:val="006934A6"/>
    <w:rsid w:val="006A0C60"/>
    <w:rsid w:val="006A1031"/>
    <w:rsid w:val="006A330D"/>
    <w:rsid w:val="006A4C3C"/>
    <w:rsid w:val="006B1199"/>
    <w:rsid w:val="006B5C60"/>
    <w:rsid w:val="006B5FA1"/>
    <w:rsid w:val="006B67E7"/>
    <w:rsid w:val="006C03F3"/>
    <w:rsid w:val="006C195A"/>
    <w:rsid w:val="006C313C"/>
    <w:rsid w:val="006C3273"/>
    <w:rsid w:val="006C4A5E"/>
    <w:rsid w:val="006C53A9"/>
    <w:rsid w:val="006C72F6"/>
    <w:rsid w:val="006C7558"/>
    <w:rsid w:val="006D1523"/>
    <w:rsid w:val="006D16CC"/>
    <w:rsid w:val="006D1E07"/>
    <w:rsid w:val="006E2DA5"/>
    <w:rsid w:val="006E33B2"/>
    <w:rsid w:val="006E3773"/>
    <w:rsid w:val="006E63DE"/>
    <w:rsid w:val="006F187E"/>
    <w:rsid w:val="006F557C"/>
    <w:rsid w:val="006F729D"/>
    <w:rsid w:val="00702D76"/>
    <w:rsid w:val="00715F85"/>
    <w:rsid w:val="00716362"/>
    <w:rsid w:val="00720D4C"/>
    <w:rsid w:val="0072549A"/>
    <w:rsid w:val="0072567F"/>
    <w:rsid w:val="00732E86"/>
    <w:rsid w:val="007369F9"/>
    <w:rsid w:val="00742BEF"/>
    <w:rsid w:val="00744001"/>
    <w:rsid w:val="0075141D"/>
    <w:rsid w:val="00751761"/>
    <w:rsid w:val="00751A62"/>
    <w:rsid w:val="007549CD"/>
    <w:rsid w:val="00757C5C"/>
    <w:rsid w:val="00757D5C"/>
    <w:rsid w:val="00760009"/>
    <w:rsid w:val="00760646"/>
    <w:rsid w:val="007629E8"/>
    <w:rsid w:val="00764FDB"/>
    <w:rsid w:val="00765523"/>
    <w:rsid w:val="00766CAB"/>
    <w:rsid w:val="007739FC"/>
    <w:rsid w:val="00775E20"/>
    <w:rsid w:val="007843E9"/>
    <w:rsid w:val="00790CC0"/>
    <w:rsid w:val="0079156D"/>
    <w:rsid w:val="00794149"/>
    <w:rsid w:val="00797142"/>
    <w:rsid w:val="007A0936"/>
    <w:rsid w:val="007A4598"/>
    <w:rsid w:val="007B357B"/>
    <w:rsid w:val="007B47CC"/>
    <w:rsid w:val="007C5A73"/>
    <w:rsid w:val="007C67DA"/>
    <w:rsid w:val="007C7141"/>
    <w:rsid w:val="007D10A9"/>
    <w:rsid w:val="007D2891"/>
    <w:rsid w:val="007D3B72"/>
    <w:rsid w:val="007D441F"/>
    <w:rsid w:val="007D6544"/>
    <w:rsid w:val="007D78F1"/>
    <w:rsid w:val="007D7FEC"/>
    <w:rsid w:val="007E0638"/>
    <w:rsid w:val="007E4D59"/>
    <w:rsid w:val="007E53D7"/>
    <w:rsid w:val="007F0659"/>
    <w:rsid w:val="007F17D8"/>
    <w:rsid w:val="00800C1E"/>
    <w:rsid w:val="00802AF8"/>
    <w:rsid w:val="00805874"/>
    <w:rsid w:val="0080782B"/>
    <w:rsid w:val="008101D2"/>
    <w:rsid w:val="008104C5"/>
    <w:rsid w:val="00810600"/>
    <w:rsid w:val="00811BB0"/>
    <w:rsid w:val="00814429"/>
    <w:rsid w:val="00820780"/>
    <w:rsid w:val="008217AA"/>
    <w:rsid w:val="008225BD"/>
    <w:rsid w:val="00825B92"/>
    <w:rsid w:val="00825F57"/>
    <w:rsid w:val="00826EE6"/>
    <w:rsid w:val="008272B5"/>
    <w:rsid w:val="00834652"/>
    <w:rsid w:val="00837C3C"/>
    <w:rsid w:val="00846D95"/>
    <w:rsid w:val="00852552"/>
    <w:rsid w:val="008526ED"/>
    <w:rsid w:val="0085280F"/>
    <w:rsid w:val="0086632F"/>
    <w:rsid w:val="00867D25"/>
    <w:rsid w:val="00872061"/>
    <w:rsid w:val="0087240D"/>
    <w:rsid w:val="00873ACF"/>
    <w:rsid w:val="00875221"/>
    <w:rsid w:val="00882044"/>
    <w:rsid w:val="008836D7"/>
    <w:rsid w:val="008846F4"/>
    <w:rsid w:val="0089056D"/>
    <w:rsid w:val="00893031"/>
    <w:rsid w:val="0089551C"/>
    <w:rsid w:val="008A0DE5"/>
    <w:rsid w:val="008A3032"/>
    <w:rsid w:val="008A431A"/>
    <w:rsid w:val="008B0003"/>
    <w:rsid w:val="008B4538"/>
    <w:rsid w:val="008B5CF5"/>
    <w:rsid w:val="008B74ED"/>
    <w:rsid w:val="008C47C9"/>
    <w:rsid w:val="008C7775"/>
    <w:rsid w:val="008D1D00"/>
    <w:rsid w:val="008D540C"/>
    <w:rsid w:val="008D6FBD"/>
    <w:rsid w:val="008D700F"/>
    <w:rsid w:val="008E04CB"/>
    <w:rsid w:val="008E06F2"/>
    <w:rsid w:val="008E17C6"/>
    <w:rsid w:val="008F1601"/>
    <w:rsid w:val="008F5C3A"/>
    <w:rsid w:val="0090346A"/>
    <w:rsid w:val="00904746"/>
    <w:rsid w:val="00911AE3"/>
    <w:rsid w:val="009227E2"/>
    <w:rsid w:val="009230A2"/>
    <w:rsid w:val="0092549F"/>
    <w:rsid w:val="00926B85"/>
    <w:rsid w:val="009313FA"/>
    <w:rsid w:val="00932AFD"/>
    <w:rsid w:val="00933E11"/>
    <w:rsid w:val="00936716"/>
    <w:rsid w:val="00941B56"/>
    <w:rsid w:val="009435F6"/>
    <w:rsid w:val="00950BD5"/>
    <w:rsid w:val="009512C7"/>
    <w:rsid w:val="00951A9A"/>
    <w:rsid w:val="009525CF"/>
    <w:rsid w:val="00954179"/>
    <w:rsid w:val="00956ECB"/>
    <w:rsid w:val="009638F6"/>
    <w:rsid w:val="00963A53"/>
    <w:rsid w:val="009739AB"/>
    <w:rsid w:val="009765B4"/>
    <w:rsid w:val="009803D5"/>
    <w:rsid w:val="00981352"/>
    <w:rsid w:val="00984659"/>
    <w:rsid w:val="009846C2"/>
    <w:rsid w:val="00985442"/>
    <w:rsid w:val="00985B0A"/>
    <w:rsid w:val="009862FD"/>
    <w:rsid w:val="00986FFA"/>
    <w:rsid w:val="00987CB0"/>
    <w:rsid w:val="00987F45"/>
    <w:rsid w:val="00993305"/>
    <w:rsid w:val="00993DE1"/>
    <w:rsid w:val="009A0C9D"/>
    <w:rsid w:val="009A2A74"/>
    <w:rsid w:val="009A487D"/>
    <w:rsid w:val="009A4EC9"/>
    <w:rsid w:val="009B02C8"/>
    <w:rsid w:val="009B101C"/>
    <w:rsid w:val="009B16D2"/>
    <w:rsid w:val="009B37C8"/>
    <w:rsid w:val="009B4E9C"/>
    <w:rsid w:val="009C6DC3"/>
    <w:rsid w:val="009C7B4C"/>
    <w:rsid w:val="009E01CF"/>
    <w:rsid w:val="009E556C"/>
    <w:rsid w:val="009F18CC"/>
    <w:rsid w:val="009F3631"/>
    <w:rsid w:val="009F5939"/>
    <w:rsid w:val="009F64B6"/>
    <w:rsid w:val="00A02760"/>
    <w:rsid w:val="00A05678"/>
    <w:rsid w:val="00A0588B"/>
    <w:rsid w:val="00A10E37"/>
    <w:rsid w:val="00A13B45"/>
    <w:rsid w:val="00A14C85"/>
    <w:rsid w:val="00A20AA2"/>
    <w:rsid w:val="00A242EF"/>
    <w:rsid w:val="00A27BC6"/>
    <w:rsid w:val="00A31195"/>
    <w:rsid w:val="00A33E83"/>
    <w:rsid w:val="00A33EE8"/>
    <w:rsid w:val="00A35BC3"/>
    <w:rsid w:val="00A40E7C"/>
    <w:rsid w:val="00A46AAD"/>
    <w:rsid w:val="00A47FFE"/>
    <w:rsid w:val="00A5127A"/>
    <w:rsid w:val="00A56391"/>
    <w:rsid w:val="00A571C9"/>
    <w:rsid w:val="00A61560"/>
    <w:rsid w:val="00A626FE"/>
    <w:rsid w:val="00A62F47"/>
    <w:rsid w:val="00A632D3"/>
    <w:rsid w:val="00A635C2"/>
    <w:rsid w:val="00A660E5"/>
    <w:rsid w:val="00A7166A"/>
    <w:rsid w:val="00A72D07"/>
    <w:rsid w:val="00A73096"/>
    <w:rsid w:val="00A73414"/>
    <w:rsid w:val="00A751EE"/>
    <w:rsid w:val="00A7571F"/>
    <w:rsid w:val="00A80962"/>
    <w:rsid w:val="00A8176D"/>
    <w:rsid w:val="00A8192A"/>
    <w:rsid w:val="00A81A36"/>
    <w:rsid w:val="00A865AA"/>
    <w:rsid w:val="00A93400"/>
    <w:rsid w:val="00A93842"/>
    <w:rsid w:val="00A95086"/>
    <w:rsid w:val="00AA08D4"/>
    <w:rsid w:val="00AA1005"/>
    <w:rsid w:val="00AA4A04"/>
    <w:rsid w:val="00AA7BC1"/>
    <w:rsid w:val="00AB1F27"/>
    <w:rsid w:val="00AB6237"/>
    <w:rsid w:val="00AB7B8E"/>
    <w:rsid w:val="00AC2C54"/>
    <w:rsid w:val="00AC41D5"/>
    <w:rsid w:val="00AC7904"/>
    <w:rsid w:val="00AD2520"/>
    <w:rsid w:val="00AD3034"/>
    <w:rsid w:val="00AD3056"/>
    <w:rsid w:val="00AD4303"/>
    <w:rsid w:val="00AD53B4"/>
    <w:rsid w:val="00AD587F"/>
    <w:rsid w:val="00AD70A6"/>
    <w:rsid w:val="00AE0B59"/>
    <w:rsid w:val="00AE4C7E"/>
    <w:rsid w:val="00AE7D8C"/>
    <w:rsid w:val="00AF504C"/>
    <w:rsid w:val="00AF515C"/>
    <w:rsid w:val="00AF64D0"/>
    <w:rsid w:val="00AF6D8D"/>
    <w:rsid w:val="00B008BB"/>
    <w:rsid w:val="00B0111B"/>
    <w:rsid w:val="00B0625C"/>
    <w:rsid w:val="00B069AF"/>
    <w:rsid w:val="00B1016F"/>
    <w:rsid w:val="00B103A5"/>
    <w:rsid w:val="00B10458"/>
    <w:rsid w:val="00B10E07"/>
    <w:rsid w:val="00B113CE"/>
    <w:rsid w:val="00B138A9"/>
    <w:rsid w:val="00B15448"/>
    <w:rsid w:val="00B16FBD"/>
    <w:rsid w:val="00B17946"/>
    <w:rsid w:val="00B20176"/>
    <w:rsid w:val="00B2152E"/>
    <w:rsid w:val="00B21DC7"/>
    <w:rsid w:val="00B21F4D"/>
    <w:rsid w:val="00B278AE"/>
    <w:rsid w:val="00B362D6"/>
    <w:rsid w:val="00B37E0A"/>
    <w:rsid w:val="00B41C4B"/>
    <w:rsid w:val="00B41D30"/>
    <w:rsid w:val="00B43209"/>
    <w:rsid w:val="00B449B7"/>
    <w:rsid w:val="00B5037E"/>
    <w:rsid w:val="00B526A0"/>
    <w:rsid w:val="00B57E96"/>
    <w:rsid w:val="00B62FCD"/>
    <w:rsid w:val="00B65145"/>
    <w:rsid w:val="00B653BD"/>
    <w:rsid w:val="00B65787"/>
    <w:rsid w:val="00B70891"/>
    <w:rsid w:val="00B70C8F"/>
    <w:rsid w:val="00B711CF"/>
    <w:rsid w:val="00B7154D"/>
    <w:rsid w:val="00B7211C"/>
    <w:rsid w:val="00B722D5"/>
    <w:rsid w:val="00B73931"/>
    <w:rsid w:val="00B77370"/>
    <w:rsid w:val="00B80AED"/>
    <w:rsid w:val="00B80BBF"/>
    <w:rsid w:val="00B82648"/>
    <w:rsid w:val="00B82D97"/>
    <w:rsid w:val="00B83746"/>
    <w:rsid w:val="00B83B36"/>
    <w:rsid w:val="00B84ADB"/>
    <w:rsid w:val="00B94411"/>
    <w:rsid w:val="00B944EA"/>
    <w:rsid w:val="00B94995"/>
    <w:rsid w:val="00B96E72"/>
    <w:rsid w:val="00B97E49"/>
    <w:rsid w:val="00BA06BA"/>
    <w:rsid w:val="00BA15BE"/>
    <w:rsid w:val="00BA2C93"/>
    <w:rsid w:val="00BB028E"/>
    <w:rsid w:val="00BB1259"/>
    <w:rsid w:val="00BB1AD6"/>
    <w:rsid w:val="00BB3ED4"/>
    <w:rsid w:val="00BB4519"/>
    <w:rsid w:val="00BC4EBF"/>
    <w:rsid w:val="00BC5358"/>
    <w:rsid w:val="00BC6B6E"/>
    <w:rsid w:val="00BC6F48"/>
    <w:rsid w:val="00BC77A2"/>
    <w:rsid w:val="00BD2386"/>
    <w:rsid w:val="00BD2F68"/>
    <w:rsid w:val="00BD3136"/>
    <w:rsid w:val="00BD4FF0"/>
    <w:rsid w:val="00BD5F0F"/>
    <w:rsid w:val="00BE10B2"/>
    <w:rsid w:val="00BE7B6D"/>
    <w:rsid w:val="00BE7D90"/>
    <w:rsid w:val="00BF0EFC"/>
    <w:rsid w:val="00BF12BF"/>
    <w:rsid w:val="00BF1942"/>
    <w:rsid w:val="00BF2371"/>
    <w:rsid w:val="00BF3D72"/>
    <w:rsid w:val="00BF5938"/>
    <w:rsid w:val="00BF73BA"/>
    <w:rsid w:val="00C02047"/>
    <w:rsid w:val="00C03D24"/>
    <w:rsid w:val="00C0584E"/>
    <w:rsid w:val="00C061DE"/>
    <w:rsid w:val="00C20BD6"/>
    <w:rsid w:val="00C231FE"/>
    <w:rsid w:val="00C2320C"/>
    <w:rsid w:val="00C23D41"/>
    <w:rsid w:val="00C23D6E"/>
    <w:rsid w:val="00C26D9B"/>
    <w:rsid w:val="00C2719C"/>
    <w:rsid w:val="00C33F7B"/>
    <w:rsid w:val="00C4082E"/>
    <w:rsid w:val="00C43FAF"/>
    <w:rsid w:val="00C4462F"/>
    <w:rsid w:val="00C47B42"/>
    <w:rsid w:val="00C47E0A"/>
    <w:rsid w:val="00C51A97"/>
    <w:rsid w:val="00C536BF"/>
    <w:rsid w:val="00C55381"/>
    <w:rsid w:val="00C5561F"/>
    <w:rsid w:val="00C64A8D"/>
    <w:rsid w:val="00C65524"/>
    <w:rsid w:val="00C659EF"/>
    <w:rsid w:val="00C70B0D"/>
    <w:rsid w:val="00C70EC9"/>
    <w:rsid w:val="00C72267"/>
    <w:rsid w:val="00C73DBB"/>
    <w:rsid w:val="00C74D9D"/>
    <w:rsid w:val="00C76E73"/>
    <w:rsid w:val="00C84E6F"/>
    <w:rsid w:val="00C87E0C"/>
    <w:rsid w:val="00C90F94"/>
    <w:rsid w:val="00C92DAC"/>
    <w:rsid w:val="00C9526D"/>
    <w:rsid w:val="00C97F8E"/>
    <w:rsid w:val="00CA17F9"/>
    <w:rsid w:val="00CB0BCC"/>
    <w:rsid w:val="00CB54B1"/>
    <w:rsid w:val="00CB6866"/>
    <w:rsid w:val="00CB6895"/>
    <w:rsid w:val="00CB7073"/>
    <w:rsid w:val="00CC324B"/>
    <w:rsid w:val="00CC6920"/>
    <w:rsid w:val="00CE2B98"/>
    <w:rsid w:val="00CE5BA7"/>
    <w:rsid w:val="00CF1C6C"/>
    <w:rsid w:val="00CF2559"/>
    <w:rsid w:val="00CF2896"/>
    <w:rsid w:val="00CF2FA5"/>
    <w:rsid w:val="00CF552A"/>
    <w:rsid w:val="00CF7039"/>
    <w:rsid w:val="00CF77DC"/>
    <w:rsid w:val="00D002C0"/>
    <w:rsid w:val="00D017AD"/>
    <w:rsid w:val="00D041C4"/>
    <w:rsid w:val="00D05DCD"/>
    <w:rsid w:val="00D0700A"/>
    <w:rsid w:val="00D10D7C"/>
    <w:rsid w:val="00D12538"/>
    <w:rsid w:val="00D12660"/>
    <w:rsid w:val="00D1400C"/>
    <w:rsid w:val="00D148AD"/>
    <w:rsid w:val="00D14B29"/>
    <w:rsid w:val="00D1639D"/>
    <w:rsid w:val="00D17197"/>
    <w:rsid w:val="00D20B83"/>
    <w:rsid w:val="00D2101B"/>
    <w:rsid w:val="00D22604"/>
    <w:rsid w:val="00D22A13"/>
    <w:rsid w:val="00D22BA5"/>
    <w:rsid w:val="00D24E3F"/>
    <w:rsid w:val="00D306BC"/>
    <w:rsid w:val="00D35BB8"/>
    <w:rsid w:val="00D360C8"/>
    <w:rsid w:val="00D419F8"/>
    <w:rsid w:val="00D458E5"/>
    <w:rsid w:val="00D51EA7"/>
    <w:rsid w:val="00D52CDE"/>
    <w:rsid w:val="00D548BC"/>
    <w:rsid w:val="00D55576"/>
    <w:rsid w:val="00D560AE"/>
    <w:rsid w:val="00D5707D"/>
    <w:rsid w:val="00D57780"/>
    <w:rsid w:val="00D57C80"/>
    <w:rsid w:val="00D62D5C"/>
    <w:rsid w:val="00D65310"/>
    <w:rsid w:val="00D71EF9"/>
    <w:rsid w:val="00D74539"/>
    <w:rsid w:val="00D74C2A"/>
    <w:rsid w:val="00D76410"/>
    <w:rsid w:val="00D8512F"/>
    <w:rsid w:val="00D92E63"/>
    <w:rsid w:val="00D94DC6"/>
    <w:rsid w:val="00D966E8"/>
    <w:rsid w:val="00D96EA2"/>
    <w:rsid w:val="00D972E3"/>
    <w:rsid w:val="00D97332"/>
    <w:rsid w:val="00DA0132"/>
    <w:rsid w:val="00DA028F"/>
    <w:rsid w:val="00DA2159"/>
    <w:rsid w:val="00DA363B"/>
    <w:rsid w:val="00DB333B"/>
    <w:rsid w:val="00DB67A0"/>
    <w:rsid w:val="00DB6896"/>
    <w:rsid w:val="00DC027E"/>
    <w:rsid w:val="00DC160F"/>
    <w:rsid w:val="00DC317F"/>
    <w:rsid w:val="00DC4220"/>
    <w:rsid w:val="00DC5B6D"/>
    <w:rsid w:val="00DC79C9"/>
    <w:rsid w:val="00DD2AF8"/>
    <w:rsid w:val="00DD2B3F"/>
    <w:rsid w:val="00DD4D71"/>
    <w:rsid w:val="00DD546E"/>
    <w:rsid w:val="00DE0FE4"/>
    <w:rsid w:val="00DE3165"/>
    <w:rsid w:val="00DF2CE7"/>
    <w:rsid w:val="00DF4CC9"/>
    <w:rsid w:val="00DF4FF1"/>
    <w:rsid w:val="00DF5CAF"/>
    <w:rsid w:val="00E01127"/>
    <w:rsid w:val="00E0118E"/>
    <w:rsid w:val="00E027DB"/>
    <w:rsid w:val="00E03296"/>
    <w:rsid w:val="00E05592"/>
    <w:rsid w:val="00E1091A"/>
    <w:rsid w:val="00E121B8"/>
    <w:rsid w:val="00E1378C"/>
    <w:rsid w:val="00E156FB"/>
    <w:rsid w:val="00E22F06"/>
    <w:rsid w:val="00E31279"/>
    <w:rsid w:val="00E341D3"/>
    <w:rsid w:val="00E356D1"/>
    <w:rsid w:val="00E37833"/>
    <w:rsid w:val="00E41FD5"/>
    <w:rsid w:val="00E43A55"/>
    <w:rsid w:val="00E466D6"/>
    <w:rsid w:val="00E47242"/>
    <w:rsid w:val="00E472CD"/>
    <w:rsid w:val="00E47CB0"/>
    <w:rsid w:val="00E521B2"/>
    <w:rsid w:val="00E52C75"/>
    <w:rsid w:val="00E54C7F"/>
    <w:rsid w:val="00E5585A"/>
    <w:rsid w:val="00E57722"/>
    <w:rsid w:val="00E632F0"/>
    <w:rsid w:val="00E6752E"/>
    <w:rsid w:val="00E6791F"/>
    <w:rsid w:val="00E7109B"/>
    <w:rsid w:val="00E746B3"/>
    <w:rsid w:val="00E7508C"/>
    <w:rsid w:val="00E77D9B"/>
    <w:rsid w:val="00E85452"/>
    <w:rsid w:val="00E8776B"/>
    <w:rsid w:val="00E90AF1"/>
    <w:rsid w:val="00E92C0B"/>
    <w:rsid w:val="00E93A30"/>
    <w:rsid w:val="00E9470E"/>
    <w:rsid w:val="00E9769D"/>
    <w:rsid w:val="00EA1077"/>
    <w:rsid w:val="00EA3B98"/>
    <w:rsid w:val="00EA3D4C"/>
    <w:rsid w:val="00EB22F5"/>
    <w:rsid w:val="00EB2511"/>
    <w:rsid w:val="00EB3637"/>
    <w:rsid w:val="00EB5A33"/>
    <w:rsid w:val="00EB7024"/>
    <w:rsid w:val="00EB775A"/>
    <w:rsid w:val="00EC02A3"/>
    <w:rsid w:val="00EC5675"/>
    <w:rsid w:val="00EC582B"/>
    <w:rsid w:val="00EC748C"/>
    <w:rsid w:val="00EC7F96"/>
    <w:rsid w:val="00ED2090"/>
    <w:rsid w:val="00ED274C"/>
    <w:rsid w:val="00ED5858"/>
    <w:rsid w:val="00EE146C"/>
    <w:rsid w:val="00EE1828"/>
    <w:rsid w:val="00EE410F"/>
    <w:rsid w:val="00EE5120"/>
    <w:rsid w:val="00EE553C"/>
    <w:rsid w:val="00EE665F"/>
    <w:rsid w:val="00EE7B08"/>
    <w:rsid w:val="00EF11BE"/>
    <w:rsid w:val="00EF265B"/>
    <w:rsid w:val="00EF5CE0"/>
    <w:rsid w:val="00EF6E5D"/>
    <w:rsid w:val="00F03224"/>
    <w:rsid w:val="00F0433B"/>
    <w:rsid w:val="00F05134"/>
    <w:rsid w:val="00F07C08"/>
    <w:rsid w:val="00F10667"/>
    <w:rsid w:val="00F11C2D"/>
    <w:rsid w:val="00F167CE"/>
    <w:rsid w:val="00F175A9"/>
    <w:rsid w:val="00F22AE3"/>
    <w:rsid w:val="00F24278"/>
    <w:rsid w:val="00F24F31"/>
    <w:rsid w:val="00F31136"/>
    <w:rsid w:val="00F3255A"/>
    <w:rsid w:val="00F32852"/>
    <w:rsid w:val="00F359DC"/>
    <w:rsid w:val="00F37FB0"/>
    <w:rsid w:val="00F40686"/>
    <w:rsid w:val="00F40B93"/>
    <w:rsid w:val="00F4456C"/>
    <w:rsid w:val="00F52DAD"/>
    <w:rsid w:val="00F5333C"/>
    <w:rsid w:val="00F552E4"/>
    <w:rsid w:val="00F6198F"/>
    <w:rsid w:val="00F61AD4"/>
    <w:rsid w:val="00F64091"/>
    <w:rsid w:val="00F64117"/>
    <w:rsid w:val="00F66F16"/>
    <w:rsid w:val="00F72AA2"/>
    <w:rsid w:val="00F72DCB"/>
    <w:rsid w:val="00F75068"/>
    <w:rsid w:val="00F75996"/>
    <w:rsid w:val="00F760DB"/>
    <w:rsid w:val="00F76DA4"/>
    <w:rsid w:val="00F8368E"/>
    <w:rsid w:val="00F85549"/>
    <w:rsid w:val="00F91D81"/>
    <w:rsid w:val="00F92428"/>
    <w:rsid w:val="00F92545"/>
    <w:rsid w:val="00F92B5F"/>
    <w:rsid w:val="00F942A5"/>
    <w:rsid w:val="00F94453"/>
    <w:rsid w:val="00F944E3"/>
    <w:rsid w:val="00F94EBE"/>
    <w:rsid w:val="00F961E3"/>
    <w:rsid w:val="00FA06BC"/>
    <w:rsid w:val="00FA163B"/>
    <w:rsid w:val="00FA26E8"/>
    <w:rsid w:val="00FA4E17"/>
    <w:rsid w:val="00FB0597"/>
    <w:rsid w:val="00FB7055"/>
    <w:rsid w:val="00FB753D"/>
    <w:rsid w:val="00FB7F2B"/>
    <w:rsid w:val="00FD15EA"/>
    <w:rsid w:val="00FD3A6A"/>
    <w:rsid w:val="00FD3C36"/>
    <w:rsid w:val="00FD41C4"/>
    <w:rsid w:val="00FD441C"/>
    <w:rsid w:val="00FD7C57"/>
    <w:rsid w:val="00FE13A3"/>
    <w:rsid w:val="00FE1EA3"/>
    <w:rsid w:val="00FE2EB8"/>
    <w:rsid w:val="00FE4581"/>
    <w:rsid w:val="00FE5413"/>
    <w:rsid w:val="00FE76BA"/>
    <w:rsid w:val="00FF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3631"/>
    <w:pPr>
      <w:suppressAutoHyphens/>
      <w:spacing w:before="180" w:after="60"/>
    </w:pPr>
    <w:rPr>
      <w:sz w:val="22"/>
    </w:rPr>
  </w:style>
  <w:style w:type="paragraph" w:styleId="Heading1">
    <w:name w:val="heading 1"/>
    <w:next w:val="Normal"/>
    <w:qFormat/>
    <w:rsid w:val="009F3631"/>
    <w:pPr>
      <w:keepNext/>
      <w:pageBreakBefore/>
      <w:pBdr>
        <w:bottom w:val="single" w:sz="36" w:space="3" w:color="auto"/>
      </w:pBdr>
      <w:tabs>
        <w:tab w:val="right" w:pos="7920"/>
      </w:tabs>
      <w:spacing w:after="120"/>
      <w:ind w:left="-720"/>
      <w:jc w:val="right"/>
      <w:outlineLvl w:val="0"/>
    </w:pPr>
    <w:rPr>
      <w:rFonts w:ascii="Arial" w:hAnsi="Arial"/>
      <w:b/>
      <w:sz w:val="44"/>
    </w:rPr>
  </w:style>
  <w:style w:type="paragraph" w:styleId="Heading2">
    <w:name w:val="heading 2"/>
    <w:next w:val="Normal"/>
    <w:link w:val="Heading2Char"/>
    <w:qFormat/>
    <w:rsid w:val="009F3631"/>
    <w:pPr>
      <w:keepNext/>
      <w:pageBreakBefore/>
      <w:ind w:left="-72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1"/>
    <w:qFormat/>
    <w:rsid w:val="009F3631"/>
    <w:pPr>
      <w:keepNext/>
      <w:spacing w:before="300"/>
      <w:outlineLvl w:val="2"/>
    </w:pPr>
    <w:rPr>
      <w:rFonts w:ascii="Arial" w:hAnsi="Arial"/>
      <w:b/>
      <w:noProof/>
      <w:sz w:val="32"/>
    </w:rPr>
  </w:style>
  <w:style w:type="paragraph" w:styleId="Heading4">
    <w:name w:val="heading 4"/>
    <w:basedOn w:val="Heading3"/>
    <w:next w:val="Normal"/>
    <w:link w:val="Heading4Char"/>
    <w:qFormat/>
    <w:rsid w:val="009F3631"/>
    <w:pPr>
      <w:outlineLvl w:val="3"/>
    </w:pPr>
    <w:rPr>
      <w:i/>
    </w:rPr>
  </w:style>
  <w:style w:type="paragraph" w:styleId="Heading5">
    <w:name w:val="heading 5"/>
    <w:basedOn w:val="Heading3"/>
    <w:next w:val="Normal"/>
    <w:qFormat/>
    <w:rsid w:val="009F3631"/>
    <w:pPr>
      <w:outlineLvl w:val="4"/>
    </w:pPr>
    <w:rPr>
      <w:sz w:val="28"/>
    </w:rPr>
  </w:style>
  <w:style w:type="paragraph" w:styleId="Heading6">
    <w:name w:val="heading 6"/>
    <w:basedOn w:val="Heading3"/>
    <w:next w:val="Normal"/>
    <w:qFormat/>
    <w:rsid w:val="009F3631"/>
    <w:pPr>
      <w:spacing w:before="240"/>
      <w:outlineLvl w:val="5"/>
    </w:pPr>
    <w:rPr>
      <w:sz w:val="22"/>
    </w:rPr>
  </w:style>
  <w:style w:type="paragraph" w:styleId="Heading7">
    <w:name w:val="heading 7"/>
    <w:basedOn w:val="Heading3"/>
    <w:next w:val="Normal"/>
    <w:qFormat/>
    <w:rsid w:val="009F3631"/>
    <w:pPr>
      <w:spacing w:before="240"/>
      <w:outlineLvl w:val="6"/>
    </w:pPr>
    <w:rPr>
      <w:sz w:val="22"/>
    </w:rPr>
  </w:style>
  <w:style w:type="paragraph" w:styleId="Heading8">
    <w:name w:val="heading 8"/>
    <w:basedOn w:val="Heading3"/>
    <w:next w:val="Normal"/>
    <w:qFormat/>
    <w:rsid w:val="009F3631"/>
    <w:pPr>
      <w:spacing w:before="240"/>
      <w:outlineLvl w:val="7"/>
    </w:pPr>
    <w:rPr>
      <w:sz w:val="22"/>
    </w:rPr>
  </w:style>
  <w:style w:type="paragraph" w:styleId="Heading9">
    <w:name w:val="heading 9"/>
    <w:basedOn w:val="Heading3"/>
    <w:next w:val="Normal"/>
    <w:qFormat/>
    <w:rsid w:val="009F3631"/>
    <w:pPr>
      <w:spacing w:before="240"/>
      <w:outlineLvl w:val="8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9F3631"/>
    <w:pPr>
      <w:pBdr>
        <w:bottom w:val="single" w:sz="6" w:space="3" w:color="auto"/>
      </w:pBdr>
      <w:tabs>
        <w:tab w:val="right" w:pos="8640"/>
      </w:tabs>
      <w:ind w:left="-720"/>
    </w:pPr>
    <w:rPr>
      <w:rFonts w:ascii="Arial" w:hAnsi="Arial"/>
      <w:i/>
      <w:noProof/>
    </w:rPr>
  </w:style>
  <w:style w:type="paragraph" w:styleId="Footer">
    <w:name w:val="footer"/>
    <w:next w:val="Normal"/>
    <w:rsid w:val="009F3631"/>
    <w:pPr>
      <w:pBdr>
        <w:top w:val="single" w:sz="6" w:space="2" w:color="auto"/>
      </w:pBdr>
      <w:tabs>
        <w:tab w:val="right" w:pos="8640"/>
      </w:tabs>
      <w:ind w:left="-720"/>
    </w:pPr>
    <w:rPr>
      <w:rFonts w:ascii="Arial" w:hAnsi="Arial"/>
      <w:i/>
      <w:noProof/>
    </w:rPr>
  </w:style>
  <w:style w:type="paragraph" w:customStyle="1" w:styleId="Footerhidden">
    <w:name w:val="Footer hidden"/>
    <w:basedOn w:val="Footer"/>
    <w:rsid w:val="009F3631"/>
    <w:pPr>
      <w:jc w:val="center"/>
    </w:pPr>
    <w:rPr>
      <w:vanish/>
    </w:rPr>
  </w:style>
  <w:style w:type="paragraph" w:customStyle="1" w:styleId="Listing">
    <w:name w:val="Listing"/>
    <w:rsid w:val="009F3631"/>
    <w:pPr>
      <w:pBdr>
        <w:top w:val="single" w:sz="48" w:space="6" w:color="FFFFFF"/>
        <w:bottom w:val="single" w:sz="6" w:space="6" w:color="FFFFFF"/>
      </w:pBdr>
      <w:tabs>
        <w:tab w:val="left" w:pos="886"/>
        <w:tab w:val="left" w:pos="1772"/>
        <w:tab w:val="left" w:pos="2658"/>
      </w:tabs>
    </w:pPr>
    <w:rPr>
      <w:rFonts w:ascii="Courier New" w:hAnsi="Courier New"/>
      <w:noProof/>
      <w:sz w:val="18"/>
    </w:rPr>
  </w:style>
  <w:style w:type="character" w:customStyle="1" w:styleId="Bold">
    <w:name w:val="Bold"/>
    <w:basedOn w:val="DefaultParagraphFont"/>
    <w:rsid w:val="009F3631"/>
    <w:rPr>
      <w:b/>
    </w:rPr>
  </w:style>
  <w:style w:type="paragraph" w:styleId="NormalIndent">
    <w:name w:val="Normal Indent"/>
    <w:basedOn w:val="Normal"/>
    <w:rsid w:val="009F3631"/>
    <w:pPr>
      <w:ind w:left="720"/>
    </w:pPr>
  </w:style>
  <w:style w:type="paragraph" w:customStyle="1" w:styleId="BulletIndent">
    <w:name w:val="Bullet Indent"/>
    <w:basedOn w:val="Bullet"/>
    <w:rsid w:val="009F3631"/>
    <w:pPr>
      <w:numPr>
        <w:numId w:val="4"/>
      </w:numPr>
    </w:pPr>
  </w:style>
  <w:style w:type="paragraph" w:customStyle="1" w:styleId="Bullet">
    <w:name w:val="Bullet"/>
    <w:basedOn w:val="Normal"/>
    <w:rsid w:val="009F3631"/>
    <w:pPr>
      <w:spacing w:before="0" w:line="280" w:lineRule="exact"/>
    </w:pPr>
  </w:style>
  <w:style w:type="character" w:customStyle="1" w:styleId="Courier">
    <w:name w:val="Courier"/>
    <w:basedOn w:val="DefaultParagraphFont"/>
    <w:rsid w:val="009F3631"/>
    <w:rPr>
      <w:rFonts w:ascii="Courier New" w:hAnsi="Courier New"/>
    </w:rPr>
  </w:style>
  <w:style w:type="paragraph" w:customStyle="1" w:styleId="Dash">
    <w:name w:val="Dash"/>
    <w:basedOn w:val="Bullet"/>
    <w:rsid w:val="009F3631"/>
    <w:pPr>
      <w:numPr>
        <w:numId w:val="2"/>
      </w:numPr>
    </w:pPr>
  </w:style>
  <w:style w:type="character" w:customStyle="1" w:styleId="Italics">
    <w:name w:val="Italics"/>
    <w:basedOn w:val="DefaultParagraphFont"/>
    <w:rsid w:val="009F3631"/>
    <w:rPr>
      <w:i/>
    </w:rPr>
  </w:style>
  <w:style w:type="paragraph" w:customStyle="1" w:styleId="ListingBox">
    <w:name w:val="Listing Box"/>
    <w:basedOn w:val="Listing"/>
    <w:rsid w:val="009F3631"/>
    <w:pPr>
      <w:keepNext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ind w:left="907"/>
    </w:pPr>
    <w:rPr>
      <w:noProof w:val="0"/>
    </w:rPr>
  </w:style>
  <w:style w:type="paragraph" w:customStyle="1" w:styleId="Note">
    <w:name w:val="Note"/>
    <w:basedOn w:val="Normal"/>
    <w:next w:val="Normal"/>
    <w:link w:val="NoteChar"/>
    <w:rsid w:val="009F3631"/>
    <w:pPr>
      <w:pBdr>
        <w:top w:val="single" w:sz="6" w:space="5" w:color="auto"/>
        <w:bottom w:val="single" w:sz="6" w:space="5" w:color="auto"/>
      </w:pBdr>
      <w:ind w:left="720" w:hanging="720"/>
    </w:pPr>
  </w:style>
  <w:style w:type="paragraph" w:customStyle="1" w:styleId="Number">
    <w:name w:val="Number"/>
    <w:basedOn w:val="Normal"/>
    <w:rsid w:val="009F3631"/>
    <w:pPr>
      <w:numPr>
        <w:numId w:val="15"/>
      </w:numPr>
      <w:spacing w:before="120"/>
    </w:pPr>
    <w:rPr>
      <w:snapToGrid w:val="0"/>
    </w:rPr>
  </w:style>
  <w:style w:type="paragraph" w:customStyle="1" w:styleId="Fill-InNoNumber">
    <w:name w:val="Fill-In No Number"/>
    <w:basedOn w:val="Normal"/>
    <w:next w:val="Normal"/>
    <w:rsid w:val="009F3631"/>
    <w:pPr>
      <w:tabs>
        <w:tab w:val="right" w:leader="underscore" w:pos="8640"/>
      </w:tabs>
      <w:ind w:left="360" w:hanging="360"/>
    </w:pPr>
  </w:style>
  <w:style w:type="paragraph" w:customStyle="1" w:styleId="Fill-InNumbered">
    <w:name w:val="Fill-In Numbered"/>
    <w:basedOn w:val="Normal"/>
    <w:next w:val="Normal"/>
    <w:rsid w:val="009F3631"/>
    <w:pPr>
      <w:tabs>
        <w:tab w:val="right" w:leader="underscore" w:pos="8640"/>
      </w:tabs>
      <w:spacing w:before="360"/>
      <w:ind w:left="360" w:hanging="360"/>
    </w:pPr>
  </w:style>
  <w:style w:type="paragraph" w:customStyle="1" w:styleId="Heading0">
    <w:name w:val="Heading 0"/>
    <w:basedOn w:val="Heading2"/>
    <w:next w:val="Normal"/>
    <w:rsid w:val="009F3631"/>
    <w:pPr>
      <w:pageBreakBefore w:val="0"/>
      <w:spacing w:before="300"/>
      <w:outlineLvl w:val="9"/>
    </w:pPr>
    <w:rPr>
      <w:color w:val="0000FF"/>
    </w:rPr>
  </w:style>
  <w:style w:type="paragraph" w:customStyle="1" w:styleId="NumberNoNumber">
    <w:name w:val="Number No Number"/>
    <w:basedOn w:val="Number"/>
    <w:next w:val="Number"/>
    <w:rsid w:val="009F3631"/>
    <w:pPr>
      <w:numPr>
        <w:numId w:val="3"/>
      </w:numPr>
      <w:spacing w:before="60"/>
    </w:pPr>
  </w:style>
  <w:style w:type="paragraph" w:customStyle="1" w:styleId="Procedure">
    <w:name w:val="Procedure"/>
    <w:basedOn w:val="Normal"/>
    <w:next w:val="Number"/>
    <w:rsid w:val="009F3631"/>
    <w:pPr>
      <w:keepNext/>
      <w:numPr>
        <w:numId w:val="1"/>
      </w:numPr>
    </w:pPr>
    <w:rPr>
      <w:b/>
      <w:sz w:val="24"/>
    </w:rPr>
  </w:style>
  <w:style w:type="paragraph" w:customStyle="1" w:styleId="TableBullet">
    <w:name w:val="Table Bullet"/>
    <w:basedOn w:val="NormalIndent"/>
    <w:rsid w:val="009F3631"/>
    <w:pPr>
      <w:spacing w:before="60" w:after="0"/>
      <w:ind w:left="360" w:hanging="360"/>
    </w:pPr>
  </w:style>
  <w:style w:type="paragraph" w:customStyle="1" w:styleId="TableCenter">
    <w:name w:val="Table Center"/>
    <w:basedOn w:val="Normal"/>
    <w:rsid w:val="009F3631"/>
    <w:pPr>
      <w:spacing w:before="60"/>
      <w:jc w:val="center"/>
    </w:pPr>
  </w:style>
  <w:style w:type="paragraph" w:customStyle="1" w:styleId="TableHead">
    <w:name w:val="Table Head"/>
    <w:basedOn w:val="Normal"/>
    <w:rsid w:val="009F3631"/>
    <w:pPr>
      <w:spacing w:after="120"/>
      <w:jc w:val="center"/>
    </w:pPr>
    <w:rPr>
      <w:rFonts w:ascii="Arial" w:hAnsi="Arial"/>
      <w:b/>
      <w:sz w:val="24"/>
    </w:rPr>
  </w:style>
  <w:style w:type="paragraph" w:customStyle="1" w:styleId="TableHeadLeft">
    <w:name w:val="Table Head Left"/>
    <w:basedOn w:val="TableHead"/>
    <w:rsid w:val="009F3631"/>
    <w:pPr>
      <w:jc w:val="left"/>
    </w:pPr>
  </w:style>
  <w:style w:type="paragraph" w:customStyle="1" w:styleId="TableHeadRight">
    <w:name w:val="Table Head Right"/>
    <w:basedOn w:val="TableHead"/>
    <w:rsid w:val="009F3631"/>
    <w:pPr>
      <w:jc w:val="right"/>
    </w:pPr>
  </w:style>
  <w:style w:type="paragraph" w:customStyle="1" w:styleId="TableIndent">
    <w:name w:val="Table Indent"/>
    <w:basedOn w:val="Normal"/>
    <w:rsid w:val="009F3631"/>
    <w:pPr>
      <w:spacing w:before="60"/>
      <w:ind w:left="360"/>
    </w:pPr>
  </w:style>
  <w:style w:type="paragraph" w:customStyle="1" w:styleId="TableNormal1">
    <w:name w:val="Table Normal1"/>
    <w:basedOn w:val="Normal"/>
    <w:rsid w:val="009F3631"/>
    <w:pPr>
      <w:spacing w:before="60"/>
    </w:pPr>
  </w:style>
  <w:style w:type="paragraph" w:customStyle="1" w:styleId="TableNumber">
    <w:name w:val="Table Number"/>
    <w:basedOn w:val="TableNormal1"/>
    <w:rsid w:val="009F3631"/>
    <w:pPr>
      <w:ind w:left="360" w:hanging="360"/>
    </w:pPr>
  </w:style>
  <w:style w:type="paragraph" w:customStyle="1" w:styleId="TableRight">
    <w:name w:val="Table Right"/>
    <w:basedOn w:val="TableNormal1"/>
    <w:rsid w:val="009F3631"/>
    <w:pPr>
      <w:jc w:val="right"/>
    </w:pPr>
  </w:style>
  <w:style w:type="paragraph" w:styleId="TOC1">
    <w:name w:val="toc 1"/>
    <w:basedOn w:val="Normal"/>
    <w:next w:val="Normal"/>
    <w:uiPriority w:val="39"/>
    <w:rsid w:val="009F3631"/>
    <w:pPr>
      <w:tabs>
        <w:tab w:val="right" w:leader="dot" w:pos="8640"/>
      </w:tabs>
      <w:spacing w:before="240" w:after="120"/>
    </w:pPr>
    <w:rPr>
      <w:b/>
      <w:sz w:val="20"/>
    </w:rPr>
  </w:style>
  <w:style w:type="paragraph" w:styleId="TOC2">
    <w:name w:val="toc 2"/>
    <w:basedOn w:val="Normal"/>
    <w:next w:val="Normal"/>
    <w:uiPriority w:val="39"/>
    <w:rsid w:val="009F3631"/>
    <w:pPr>
      <w:tabs>
        <w:tab w:val="right" w:leader="dot" w:pos="8640"/>
      </w:tabs>
      <w:spacing w:before="120" w:after="0"/>
      <w:ind w:left="220"/>
    </w:pPr>
    <w:rPr>
      <w:i/>
      <w:sz w:val="20"/>
    </w:rPr>
  </w:style>
  <w:style w:type="paragraph" w:styleId="TOC3">
    <w:name w:val="toc 3"/>
    <w:basedOn w:val="Normal"/>
    <w:next w:val="Normal"/>
    <w:uiPriority w:val="39"/>
    <w:rsid w:val="009F3631"/>
    <w:pPr>
      <w:tabs>
        <w:tab w:val="right" w:leader="dot" w:pos="8640"/>
      </w:tabs>
      <w:spacing w:before="0" w:after="0"/>
      <w:ind w:left="440"/>
    </w:pPr>
    <w:rPr>
      <w:sz w:val="20"/>
    </w:rPr>
  </w:style>
  <w:style w:type="paragraph" w:styleId="TOC4">
    <w:name w:val="toc 4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660"/>
    </w:pPr>
    <w:rPr>
      <w:sz w:val="20"/>
    </w:rPr>
  </w:style>
  <w:style w:type="paragraph" w:styleId="TOC5">
    <w:name w:val="toc 5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880"/>
    </w:pPr>
    <w:rPr>
      <w:sz w:val="20"/>
    </w:rPr>
  </w:style>
  <w:style w:type="paragraph" w:styleId="TOC6">
    <w:name w:val="toc 6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100"/>
    </w:pPr>
    <w:rPr>
      <w:sz w:val="20"/>
    </w:rPr>
  </w:style>
  <w:style w:type="paragraph" w:styleId="TOC7">
    <w:name w:val="toc 7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320"/>
    </w:pPr>
    <w:rPr>
      <w:sz w:val="20"/>
    </w:rPr>
  </w:style>
  <w:style w:type="paragraph" w:styleId="TOC8">
    <w:name w:val="toc 8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540"/>
    </w:pPr>
    <w:rPr>
      <w:sz w:val="20"/>
    </w:rPr>
  </w:style>
  <w:style w:type="paragraph" w:styleId="TOC9">
    <w:name w:val="toc 9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760"/>
    </w:pPr>
    <w:rPr>
      <w:sz w:val="20"/>
    </w:rPr>
  </w:style>
  <w:style w:type="paragraph" w:customStyle="1" w:styleId="ListingIndent">
    <w:name w:val="Listing Indent"/>
    <w:basedOn w:val="Listing"/>
    <w:rsid w:val="009F3631"/>
    <w:pPr>
      <w:ind w:left="360"/>
    </w:pPr>
  </w:style>
  <w:style w:type="paragraph" w:customStyle="1" w:styleId="UserInput">
    <w:name w:val="User Input"/>
    <w:basedOn w:val="NormalIndent"/>
    <w:next w:val="Normal"/>
    <w:rsid w:val="009F3631"/>
    <w:rPr>
      <w:rFonts w:ascii="Courier New" w:hAnsi="Courier New"/>
    </w:rPr>
  </w:style>
  <w:style w:type="paragraph" w:customStyle="1" w:styleId="Picture">
    <w:name w:val="Picture"/>
    <w:basedOn w:val="Normal"/>
    <w:next w:val="Normal"/>
    <w:rsid w:val="009F3631"/>
    <w:pPr>
      <w:jc w:val="center"/>
    </w:pPr>
  </w:style>
  <w:style w:type="character" w:customStyle="1" w:styleId="Overbar">
    <w:name w:val="Overbar"/>
    <w:basedOn w:val="DefaultParagraphFont"/>
    <w:rsid w:val="009F3631"/>
    <w:rPr>
      <w:rFonts w:ascii="Times Overbar" w:hAnsi="Times Overbar"/>
    </w:rPr>
  </w:style>
  <w:style w:type="character" w:styleId="CommentReference">
    <w:name w:val="annotation reference"/>
    <w:basedOn w:val="DefaultParagraphFont"/>
    <w:semiHidden/>
    <w:rsid w:val="009F3631"/>
    <w:rPr>
      <w:vanish/>
      <w:sz w:val="16"/>
    </w:rPr>
  </w:style>
  <w:style w:type="paragraph" w:styleId="CommentText">
    <w:name w:val="annotation text"/>
    <w:basedOn w:val="Normal"/>
    <w:semiHidden/>
    <w:rsid w:val="009F3631"/>
    <w:rPr>
      <w:sz w:val="20"/>
    </w:rPr>
  </w:style>
  <w:style w:type="paragraph" w:customStyle="1" w:styleId="NumberManual">
    <w:name w:val="Number Manual"/>
    <w:basedOn w:val="Normal"/>
    <w:rsid w:val="009F3631"/>
    <w:pPr>
      <w:spacing w:before="120"/>
      <w:ind w:left="360" w:hanging="360"/>
    </w:pPr>
  </w:style>
  <w:style w:type="paragraph" w:customStyle="1" w:styleId="NormalOverbar">
    <w:name w:val="Normal Overbar"/>
    <w:basedOn w:val="Normal"/>
    <w:next w:val="Normal"/>
    <w:rsid w:val="009F3631"/>
    <w:pPr>
      <w:spacing w:line="280" w:lineRule="exact"/>
    </w:pPr>
  </w:style>
  <w:style w:type="paragraph" w:styleId="BalloonText">
    <w:name w:val="Balloon Text"/>
    <w:basedOn w:val="Normal"/>
    <w:semiHidden/>
    <w:rsid w:val="009F3631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F3631"/>
    <w:pPr>
      <w:spacing w:after="120"/>
      <w:ind w:left="1440" w:right="1440"/>
    </w:pPr>
  </w:style>
  <w:style w:type="paragraph" w:styleId="BodyText">
    <w:name w:val="Body Text"/>
    <w:basedOn w:val="Normal"/>
    <w:rsid w:val="009F3631"/>
    <w:pPr>
      <w:spacing w:after="120"/>
    </w:pPr>
  </w:style>
  <w:style w:type="paragraph" w:styleId="BodyText2">
    <w:name w:val="Body Text 2"/>
    <w:basedOn w:val="Normal"/>
    <w:rsid w:val="009F3631"/>
    <w:pPr>
      <w:spacing w:after="120" w:line="480" w:lineRule="auto"/>
    </w:pPr>
  </w:style>
  <w:style w:type="paragraph" w:styleId="BodyText3">
    <w:name w:val="Body Text 3"/>
    <w:basedOn w:val="Normal"/>
    <w:rsid w:val="009F363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F3631"/>
    <w:pPr>
      <w:ind w:firstLine="210"/>
    </w:pPr>
  </w:style>
  <w:style w:type="paragraph" w:styleId="BodyTextIndent">
    <w:name w:val="Body Text Indent"/>
    <w:basedOn w:val="Normal"/>
    <w:rsid w:val="009F3631"/>
    <w:pPr>
      <w:spacing w:after="120"/>
      <w:ind w:left="360"/>
    </w:pPr>
  </w:style>
  <w:style w:type="paragraph" w:styleId="BodyTextFirstIndent2">
    <w:name w:val="Body Text First Indent 2"/>
    <w:basedOn w:val="BodyTextIndent"/>
    <w:rsid w:val="009F3631"/>
    <w:pPr>
      <w:ind w:firstLine="210"/>
    </w:pPr>
  </w:style>
  <w:style w:type="paragraph" w:styleId="BodyTextIndent2">
    <w:name w:val="Body Text Indent 2"/>
    <w:basedOn w:val="Normal"/>
    <w:rsid w:val="009F3631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F3631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F3631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9F3631"/>
    <w:pPr>
      <w:ind w:left="4320"/>
    </w:pPr>
  </w:style>
  <w:style w:type="paragraph" w:styleId="CommentSubject">
    <w:name w:val="annotation subject"/>
    <w:basedOn w:val="CommentText"/>
    <w:next w:val="CommentText"/>
    <w:semiHidden/>
    <w:rsid w:val="009F3631"/>
    <w:rPr>
      <w:b/>
      <w:bCs/>
    </w:rPr>
  </w:style>
  <w:style w:type="paragraph" w:styleId="Date">
    <w:name w:val="Date"/>
    <w:basedOn w:val="Normal"/>
    <w:next w:val="Normal"/>
    <w:rsid w:val="009F3631"/>
  </w:style>
  <w:style w:type="paragraph" w:styleId="DocumentMap">
    <w:name w:val="Document Map"/>
    <w:basedOn w:val="Normal"/>
    <w:semiHidden/>
    <w:rsid w:val="009F3631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9F3631"/>
  </w:style>
  <w:style w:type="paragraph" w:styleId="EndnoteText">
    <w:name w:val="endnote text"/>
    <w:basedOn w:val="Normal"/>
    <w:semiHidden/>
    <w:rsid w:val="009F3631"/>
    <w:rPr>
      <w:sz w:val="20"/>
    </w:rPr>
  </w:style>
  <w:style w:type="paragraph" w:styleId="EnvelopeAddress">
    <w:name w:val="envelope address"/>
    <w:basedOn w:val="Normal"/>
    <w:rsid w:val="009F363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9F3631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sid w:val="009F3631"/>
    <w:rPr>
      <w:sz w:val="20"/>
    </w:rPr>
  </w:style>
  <w:style w:type="paragraph" w:styleId="HTMLAddress">
    <w:name w:val="HTML Address"/>
    <w:basedOn w:val="Normal"/>
    <w:rsid w:val="009F3631"/>
    <w:rPr>
      <w:i/>
      <w:iCs/>
    </w:rPr>
  </w:style>
  <w:style w:type="paragraph" w:styleId="HTMLPreformatted">
    <w:name w:val="HTML Preformatted"/>
    <w:basedOn w:val="Normal"/>
    <w:rsid w:val="009F3631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F363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9F363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9F363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9F363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9F363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9F363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9F363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9F363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9F363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9F3631"/>
    <w:rPr>
      <w:rFonts w:ascii="Arial" w:hAnsi="Arial" w:cs="Arial"/>
      <w:b/>
      <w:bCs/>
    </w:rPr>
  </w:style>
  <w:style w:type="paragraph" w:styleId="List">
    <w:name w:val="List"/>
    <w:basedOn w:val="Normal"/>
    <w:rsid w:val="009F3631"/>
    <w:pPr>
      <w:ind w:left="360" w:hanging="360"/>
    </w:pPr>
  </w:style>
  <w:style w:type="paragraph" w:styleId="List2">
    <w:name w:val="List 2"/>
    <w:basedOn w:val="Normal"/>
    <w:rsid w:val="009F3631"/>
    <w:pPr>
      <w:ind w:left="720" w:hanging="360"/>
    </w:pPr>
  </w:style>
  <w:style w:type="paragraph" w:styleId="List3">
    <w:name w:val="List 3"/>
    <w:basedOn w:val="Normal"/>
    <w:rsid w:val="009F3631"/>
    <w:pPr>
      <w:ind w:left="1080" w:hanging="360"/>
    </w:pPr>
  </w:style>
  <w:style w:type="paragraph" w:styleId="List4">
    <w:name w:val="List 4"/>
    <w:basedOn w:val="Normal"/>
    <w:rsid w:val="009F3631"/>
    <w:pPr>
      <w:ind w:left="1440" w:hanging="360"/>
    </w:pPr>
  </w:style>
  <w:style w:type="paragraph" w:styleId="List5">
    <w:name w:val="List 5"/>
    <w:basedOn w:val="Normal"/>
    <w:rsid w:val="009F3631"/>
    <w:pPr>
      <w:ind w:left="1800" w:hanging="360"/>
    </w:pPr>
  </w:style>
  <w:style w:type="paragraph" w:styleId="ListBullet">
    <w:name w:val="List Bullet"/>
    <w:basedOn w:val="Normal"/>
    <w:autoRedefine/>
    <w:rsid w:val="009F3631"/>
    <w:pPr>
      <w:numPr>
        <w:numId w:val="5"/>
      </w:numPr>
    </w:pPr>
  </w:style>
  <w:style w:type="paragraph" w:styleId="ListBullet2">
    <w:name w:val="List Bullet 2"/>
    <w:basedOn w:val="Normal"/>
    <w:autoRedefine/>
    <w:rsid w:val="009F3631"/>
    <w:pPr>
      <w:numPr>
        <w:numId w:val="6"/>
      </w:numPr>
    </w:pPr>
  </w:style>
  <w:style w:type="paragraph" w:styleId="ListBullet3">
    <w:name w:val="List Bullet 3"/>
    <w:basedOn w:val="Normal"/>
    <w:autoRedefine/>
    <w:rsid w:val="009F3631"/>
    <w:pPr>
      <w:numPr>
        <w:numId w:val="7"/>
      </w:numPr>
    </w:pPr>
  </w:style>
  <w:style w:type="paragraph" w:styleId="ListBullet4">
    <w:name w:val="List Bullet 4"/>
    <w:basedOn w:val="Normal"/>
    <w:autoRedefine/>
    <w:rsid w:val="009F3631"/>
    <w:pPr>
      <w:numPr>
        <w:numId w:val="8"/>
      </w:numPr>
    </w:pPr>
  </w:style>
  <w:style w:type="paragraph" w:styleId="ListBullet5">
    <w:name w:val="List Bullet 5"/>
    <w:basedOn w:val="Normal"/>
    <w:autoRedefine/>
    <w:rsid w:val="009F3631"/>
    <w:pPr>
      <w:numPr>
        <w:numId w:val="9"/>
      </w:numPr>
    </w:pPr>
  </w:style>
  <w:style w:type="paragraph" w:styleId="ListContinue">
    <w:name w:val="List Continue"/>
    <w:basedOn w:val="Normal"/>
    <w:rsid w:val="009F3631"/>
    <w:pPr>
      <w:spacing w:after="120"/>
      <w:ind w:left="360"/>
    </w:pPr>
  </w:style>
  <w:style w:type="paragraph" w:styleId="ListContinue2">
    <w:name w:val="List Continue 2"/>
    <w:basedOn w:val="Normal"/>
    <w:rsid w:val="009F3631"/>
    <w:pPr>
      <w:spacing w:after="120"/>
      <w:ind w:left="720"/>
    </w:pPr>
  </w:style>
  <w:style w:type="paragraph" w:styleId="ListContinue3">
    <w:name w:val="List Continue 3"/>
    <w:basedOn w:val="Normal"/>
    <w:rsid w:val="009F3631"/>
    <w:pPr>
      <w:spacing w:after="120"/>
      <w:ind w:left="1080"/>
    </w:pPr>
  </w:style>
  <w:style w:type="paragraph" w:styleId="ListContinue4">
    <w:name w:val="List Continue 4"/>
    <w:basedOn w:val="Normal"/>
    <w:rsid w:val="009F3631"/>
    <w:pPr>
      <w:spacing w:after="120"/>
      <w:ind w:left="1440"/>
    </w:pPr>
  </w:style>
  <w:style w:type="paragraph" w:styleId="ListContinue5">
    <w:name w:val="List Continue 5"/>
    <w:basedOn w:val="Normal"/>
    <w:rsid w:val="009F3631"/>
    <w:pPr>
      <w:spacing w:after="120"/>
      <w:ind w:left="1800"/>
    </w:pPr>
  </w:style>
  <w:style w:type="paragraph" w:styleId="ListNumber">
    <w:name w:val="List Number"/>
    <w:basedOn w:val="Normal"/>
    <w:rsid w:val="009F3631"/>
    <w:pPr>
      <w:numPr>
        <w:numId w:val="10"/>
      </w:numPr>
    </w:pPr>
  </w:style>
  <w:style w:type="paragraph" w:styleId="ListNumber2">
    <w:name w:val="List Number 2"/>
    <w:basedOn w:val="Normal"/>
    <w:rsid w:val="009F3631"/>
    <w:pPr>
      <w:numPr>
        <w:numId w:val="11"/>
      </w:numPr>
    </w:pPr>
  </w:style>
  <w:style w:type="paragraph" w:styleId="ListNumber3">
    <w:name w:val="List Number 3"/>
    <w:basedOn w:val="Normal"/>
    <w:rsid w:val="009F3631"/>
    <w:pPr>
      <w:numPr>
        <w:numId w:val="12"/>
      </w:numPr>
    </w:pPr>
  </w:style>
  <w:style w:type="paragraph" w:styleId="ListNumber4">
    <w:name w:val="List Number 4"/>
    <w:basedOn w:val="Normal"/>
    <w:rsid w:val="009F3631"/>
    <w:pPr>
      <w:numPr>
        <w:numId w:val="13"/>
      </w:numPr>
    </w:pPr>
  </w:style>
  <w:style w:type="paragraph" w:styleId="ListNumber5">
    <w:name w:val="List Number 5"/>
    <w:basedOn w:val="Normal"/>
    <w:rsid w:val="009F3631"/>
    <w:pPr>
      <w:numPr>
        <w:numId w:val="14"/>
      </w:numPr>
    </w:pPr>
  </w:style>
  <w:style w:type="paragraph" w:styleId="MacroText">
    <w:name w:val="macro"/>
    <w:semiHidden/>
    <w:rsid w:val="009F36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80" w:after="6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F36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9F3631"/>
    <w:rPr>
      <w:sz w:val="24"/>
      <w:szCs w:val="24"/>
    </w:rPr>
  </w:style>
  <w:style w:type="paragraph" w:styleId="NoteHeading">
    <w:name w:val="Note Heading"/>
    <w:basedOn w:val="Normal"/>
    <w:next w:val="Normal"/>
    <w:rsid w:val="009F3631"/>
  </w:style>
  <w:style w:type="paragraph" w:styleId="PlainText">
    <w:name w:val="Plain Text"/>
    <w:basedOn w:val="Normal"/>
    <w:rsid w:val="009F3631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9F3631"/>
  </w:style>
  <w:style w:type="paragraph" w:styleId="Signature">
    <w:name w:val="Signature"/>
    <w:basedOn w:val="Normal"/>
    <w:rsid w:val="009F3631"/>
    <w:pPr>
      <w:ind w:left="4320"/>
    </w:pPr>
  </w:style>
  <w:style w:type="paragraph" w:styleId="Subtitle">
    <w:name w:val="Subtitle"/>
    <w:basedOn w:val="Normal"/>
    <w:qFormat/>
    <w:rsid w:val="009F3631"/>
    <w:pPr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9F3631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9F3631"/>
    <w:pPr>
      <w:ind w:left="440" w:hanging="440"/>
    </w:pPr>
  </w:style>
  <w:style w:type="paragraph" w:styleId="Title">
    <w:name w:val="Title"/>
    <w:basedOn w:val="Normal"/>
    <w:qFormat/>
    <w:rsid w:val="009F3631"/>
    <w:pPr>
      <w:spacing w:before="24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F3631"/>
    <w:pPr>
      <w:spacing w:before="120"/>
    </w:pPr>
    <w:rPr>
      <w:rFonts w:ascii="Arial" w:hAnsi="Arial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rsid w:val="009F3631"/>
    <w:rPr>
      <w:rFonts w:ascii="Arial" w:hAnsi="Arial"/>
      <w:b/>
      <w:noProof/>
      <w:sz w:val="32"/>
      <w:lang w:val="en-US" w:eastAsia="en-US" w:bidi="ar-SA"/>
    </w:rPr>
  </w:style>
  <w:style w:type="character" w:customStyle="1" w:styleId="Heading5Char">
    <w:name w:val="Heading 5 Char"/>
    <w:basedOn w:val="Heading3Char"/>
    <w:rsid w:val="009F3631"/>
    <w:rPr>
      <w:rFonts w:ascii="Arial" w:hAnsi="Arial"/>
      <w:b/>
      <w:noProof/>
      <w:sz w:val="28"/>
      <w:lang w:val="en-US" w:eastAsia="en-US" w:bidi="ar-SA"/>
    </w:rPr>
  </w:style>
  <w:style w:type="character" w:styleId="Emphasis">
    <w:name w:val="Emphasis"/>
    <w:basedOn w:val="DefaultParagraphFont"/>
    <w:qFormat/>
    <w:rsid w:val="009F3631"/>
    <w:rPr>
      <w:i/>
      <w:iCs/>
    </w:rPr>
  </w:style>
  <w:style w:type="paragraph" w:customStyle="1" w:styleId="NumberChar">
    <w:name w:val="Number Char"/>
    <w:basedOn w:val="Normal"/>
    <w:rsid w:val="00555B22"/>
    <w:pPr>
      <w:spacing w:before="120"/>
      <w:ind w:left="360" w:hanging="360"/>
    </w:pPr>
  </w:style>
  <w:style w:type="paragraph" w:customStyle="1" w:styleId="NumberBold">
    <w:name w:val="Number (Bold)"/>
    <w:basedOn w:val="Number"/>
    <w:next w:val="NumberNoNumber"/>
    <w:rsid w:val="00C03D24"/>
    <w:pPr>
      <w:numPr>
        <w:numId w:val="0"/>
      </w:numPr>
      <w:tabs>
        <w:tab w:val="num" w:pos="360"/>
      </w:tabs>
      <w:ind w:left="360" w:hanging="360"/>
    </w:pPr>
    <w:rPr>
      <w:b/>
      <w:snapToGrid/>
    </w:rPr>
  </w:style>
  <w:style w:type="character" w:customStyle="1" w:styleId="Heading2Char">
    <w:name w:val="Heading 2 Char"/>
    <w:basedOn w:val="DefaultParagraphFont"/>
    <w:link w:val="Heading2"/>
    <w:rsid w:val="000D08B9"/>
    <w:rPr>
      <w:rFonts w:ascii="Arial" w:hAnsi="Arial"/>
      <w:b/>
      <w:sz w:val="36"/>
      <w:lang w:val="en-US" w:eastAsia="en-US" w:bidi="ar-SA"/>
    </w:rPr>
  </w:style>
  <w:style w:type="character" w:customStyle="1" w:styleId="Heading3Char1">
    <w:name w:val="Heading 3 Char1"/>
    <w:basedOn w:val="DefaultParagraphFont"/>
    <w:link w:val="Heading3"/>
    <w:rsid w:val="003E632C"/>
    <w:rPr>
      <w:rFonts w:ascii="Arial" w:hAnsi="Arial"/>
      <w:b/>
      <w:noProof/>
      <w:sz w:val="32"/>
      <w:lang w:val="en-US" w:eastAsia="en-US" w:bidi="ar-SA"/>
    </w:rPr>
  </w:style>
  <w:style w:type="character" w:styleId="Hyperlink">
    <w:name w:val="Hyperlink"/>
    <w:basedOn w:val="DefaultParagraphFont"/>
    <w:rsid w:val="00297708"/>
    <w:rPr>
      <w:color w:val="0000FF"/>
      <w:u w:val="single"/>
    </w:rPr>
  </w:style>
  <w:style w:type="character" w:customStyle="1" w:styleId="BodyChar">
    <w:name w:val="Body Char"/>
    <w:basedOn w:val="DefaultParagraphFont"/>
    <w:link w:val="Body"/>
    <w:locked/>
    <w:rsid w:val="00297708"/>
    <w:rPr>
      <w:rFonts w:ascii="Arial" w:hAnsi="Arial" w:cs="Arial"/>
      <w:sz w:val="24"/>
      <w:szCs w:val="18"/>
      <w:lang w:val="en-US" w:eastAsia="en-US" w:bidi="ar-SA"/>
    </w:rPr>
  </w:style>
  <w:style w:type="paragraph" w:customStyle="1" w:styleId="Body">
    <w:name w:val="Body"/>
    <w:basedOn w:val="Normal"/>
    <w:link w:val="BodyChar"/>
    <w:rsid w:val="00297708"/>
    <w:pPr>
      <w:suppressAutoHyphens w:val="0"/>
      <w:spacing w:before="0" w:after="240"/>
    </w:pPr>
    <w:rPr>
      <w:rFonts w:ascii="Arial" w:hAnsi="Arial" w:cs="Arial"/>
      <w:sz w:val="24"/>
      <w:szCs w:val="18"/>
    </w:rPr>
  </w:style>
  <w:style w:type="paragraph" w:customStyle="1" w:styleId="Default">
    <w:name w:val="Default"/>
    <w:rsid w:val="002977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teChar">
    <w:name w:val="Note Char"/>
    <w:basedOn w:val="DefaultParagraphFont"/>
    <w:link w:val="Note"/>
    <w:rsid w:val="007D78F1"/>
    <w:rPr>
      <w:sz w:val="22"/>
      <w:lang w:val="en-US" w:eastAsia="en-US" w:bidi="ar-SA"/>
    </w:rPr>
  </w:style>
  <w:style w:type="character" w:styleId="FollowedHyperlink">
    <w:name w:val="FollowedHyperlink"/>
    <w:basedOn w:val="DefaultParagraphFont"/>
    <w:rsid w:val="0034143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4563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A73096"/>
    <w:rPr>
      <w:rFonts w:ascii="Arial" w:hAnsi="Arial"/>
      <w:b/>
      <w:i/>
      <w:noProof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3631"/>
    <w:pPr>
      <w:suppressAutoHyphens/>
      <w:spacing w:before="180" w:after="60"/>
    </w:pPr>
    <w:rPr>
      <w:sz w:val="22"/>
    </w:rPr>
  </w:style>
  <w:style w:type="paragraph" w:styleId="Heading1">
    <w:name w:val="heading 1"/>
    <w:next w:val="Normal"/>
    <w:qFormat/>
    <w:rsid w:val="009F3631"/>
    <w:pPr>
      <w:keepNext/>
      <w:pageBreakBefore/>
      <w:pBdr>
        <w:bottom w:val="single" w:sz="36" w:space="3" w:color="auto"/>
      </w:pBdr>
      <w:tabs>
        <w:tab w:val="right" w:pos="7920"/>
      </w:tabs>
      <w:spacing w:after="120"/>
      <w:ind w:left="-720"/>
      <w:jc w:val="right"/>
      <w:outlineLvl w:val="0"/>
    </w:pPr>
    <w:rPr>
      <w:rFonts w:ascii="Arial" w:hAnsi="Arial"/>
      <w:b/>
      <w:sz w:val="44"/>
    </w:rPr>
  </w:style>
  <w:style w:type="paragraph" w:styleId="Heading2">
    <w:name w:val="heading 2"/>
    <w:next w:val="Normal"/>
    <w:link w:val="Heading2Char"/>
    <w:qFormat/>
    <w:rsid w:val="009F3631"/>
    <w:pPr>
      <w:keepNext/>
      <w:pageBreakBefore/>
      <w:ind w:left="-720"/>
      <w:outlineLvl w:val="1"/>
    </w:pPr>
    <w:rPr>
      <w:rFonts w:ascii="Arial" w:hAnsi="Arial"/>
      <w:b/>
      <w:sz w:val="36"/>
    </w:rPr>
  </w:style>
  <w:style w:type="paragraph" w:styleId="Heading3">
    <w:name w:val="heading 3"/>
    <w:next w:val="Normal"/>
    <w:link w:val="Heading3Char1"/>
    <w:qFormat/>
    <w:rsid w:val="009F3631"/>
    <w:pPr>
      <w:keepNext/>
      <w:spacing w:before="300"/>
      <w:outlineLvl w:val="2"/>
    </w:pPr>
    <w:rPr>
      <w:rFonts w:ascii="Arial" w:hAnsi="Arial"/>
      <w:b/>
      <w:noProof/>
      <w:sz w:val="32"/>
    </w:rPr>
  </w:style>
  <w:style w:type="paragraph" w:styleId="Heading4">
    <w:name w:val="heading 4"/>
    <w:basedOn w:val="Heading3"/>
    <w:next w:val="Normal"/>
    <w:link w:val="Heading4Char"/>
    <w:qFormat/>
    <w:rsid w:val="009F3631"/>
    <w:pPr>
      <w:outlineLvl w:val="3"/>
    </w:pPr>
    <w:rPr>
      <w:i/>
    </w:rPr>
  </w:style>
  <w:style w:type="paragraph" w:styleId="Heading5">
    <w:name w:val="heading 5"/>
    <w:basedOn w:val="Heading3"/>
    <w:next w:val="Normal"/>
    <w:qFormat/>
    <w:rsid w:val="009F3631"/>
    <w:pPr>
      <w:outlineLvl w:val="4"/>
    </w:pPr>
    <w:rPr>
      <w:sz w:val="28"/>
    </w:rPr>
  </w:style>
  <w:style w:type="paragraph" w:styleId="Heading6">
    <w:name w:val="heading 6"/>
    <w:basedOn w:val="Heading3"/>
    <w:next w:val="Normal"/>
    <w:qFormat/>
    <w:rsid w:val="009F3631"/>
    <w:pPr>
      <w:spacing w:before="240"/>
      <w:outlineLvl w:val="5"/>
    </w:pPr>
    <w:rPr>
      <w:sz w:val="22"/>
    </w:rPr>
  </w:style>
  <w:style w:type="paragraph" w:styleId="Heading7">
    <w:name w:val="heading 7"/>
    <w:basedOn w:val="Heading3"/>
    <w:next w:val="Normal"/>
    <w:qFormat/>
    <w:rsid w:val="009F3631"/>
    <w:pPr>
      <w:spacing w:before="240"/>
      <w:outlineLvl w:val="6"/>
    </w:pPr>
    <w:rPr>
      <w:sz w:val="22"/>
    </w:rPr>
  </w:style>
  <w:style w:type="paragraph" w:styleId="Heading8">
    <w:name w:val="heading 8"/>
    <w:basedOn w:val="Heading3"/>
    <w:next w:val="Normal"/>
    <w:qFormat/>
    <w:rsid w:val="009F3631"/>
    <w:pPr>
      <w:spacing w:before="240"/>
      <w:outlineLvl w:val="7"/>
    </w:pPr>
    <w:rPr>
      <w:sz w:val="22"/>
    </w:rPr>
  </w:style>
  <w:style w:type="paragraph" w:styleId="Heading9">
    <w:name w:val="heading 9"/>
    <w:basedOn w:val="Heading3"/>
    <w:next w:val="Normal"/>
    <w:qFormat/>
    <w:rsid w:val="009F3631"/>
    <w:pPr>
      <w:spacing w:before="240"/>
      <w:outlineLvl w:val="8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9F3631"/>
    <w:pPr>
      <w:pBdr>
        <w:bottom w:val="single" w:sz="6" w:space="3" w:color="auto"/>
      </w:pBdr>
      <w:tabs>
        <w:tab w:val="right" w:pos="8640"/>
      </w:tabs>
      <w:ind w:left="-720"/>
    </w:pPr>
    <w:rPr>
      <w:rFonts w:ascii="Arial" w:hAnsi="Arial"/>
      <w:i/>
      <w:noProof/>
    </w:rPr>
  </w:style>
  <w:style w:type="paragraph" w:styleId="Footer">
    <w:name w:val="footer"/>
    <w:next w:val="Normal"/>
    <w:rsid w:val="009F3631"/>
    <w:pPr>
      <w:pBdr>
        <w:top w:val="single" w:sz="6" w:space="2" w:color="auto"/>
      </w:pBdr>
      <w:tabs>
        <w:tab w:val="right" w:pos="8640"/>
      </w:tabs>
      <w:ind w:left="-720"/>
    </w:pPr>
    <w:rPr>
      <w:rFonts w:ascii="Arial" w:hAnsi="Arial"/>
      <w:i/>
      <w:noProof/>
    </w:rPr>
  </w:style>
  <w:style w:type="paragraph" w:customStyle="1" w:styleId="Footerhidden">
    <w:name w:val="Footer hidden"/>
    <w:basedOn w:val="Footer"/>
    <w:rsid w:val="009F3631"/>
    <w:pPr>
      <w:jc w:val="center"/>
    </w:pPr>
    <w:rPr>
      <w:vanish/>
    </w:rPr>
  </w:style>
  <w:style w:type="paragraph" w:customStyle="1" w:styleId="Listing">
    <w:name w:val="Listing"/>
    <w:rsid w:val="009F3631"/>
    <w:pPr>
      <w:pBdr>
        <w:top w:val="single" w:sz="48" w:space="6" w:color="FFFFFF"/>
        <w:bottom w:val="single" w:sz="6" w:space="6" w:color="FFFFFF"/>
      </w:pBdr>
      <w:tabs>
        <w:tab w:val="left" w:pos="886"/>
        <w:tab w:val="left" w:pos="1772"/>
        <w:tab w:val="left" w:pos="2658"/>
      </w:tabs>
    </w:pPr>
    <w:rPr>
      <w:rFonts w:ascii="Courier New" w:hAnsi="Courier New"/>
      <w:noProof/>
      <w:sz w:val="18"/>
    </w:rPr>
  </w:style>
  <w:style w:type="character" w:customStyle="1" w:styleId="Bold">
    <w:name w:val="Bold"/>
    <w:basedOn w:val="DefaultParagraphFont"/>
    <w:rsid w:val="009F3631"/>
    <w:rPr>
      <w:b/>
    </w:rPr>
  </w:style>
  <w:style w:type="paragraph" w:styleId="NormalIndent">
    <w:name w:val="Normal Indent"/>
    <w:basedOn w:val="Normal"/>
    <w:rsid w:val="009F3631"/>
    <w:pPr>
      <w:ind w:left="720"/>
    </w:pPr>
  </w:style>
  <w:style w:type="paragraph" w:customStyle="1" w:styleId="BulletIndent">
    <w:name w:val="Bullet Indent"/>
    <w:basedOn w:val="Bullet"/>
    <w:rsid w:val="009F3631"/>
    <w:pPr>
      <w:numPr>
        <w:numId w:val="4"/>
      </w:numPr>
    </w:pPr>
  </w:style>
  <w:style w:type="paragraph" w:customStyle="1" w:styleId="Bullet">
    <w:name w:val="Bullet"/>
    <w:basedOn w:val="Normal"/>
    <w:rsid w:val="009F3631"/>
    <w:pPr>
      <w:spacing w:before="0" w:line="280" w:lineRule="exact"/>
    </w:pPr>
  </w:style>
  <w:style w:type="character" w:customStyle="1" w:styleId="Courier">
    <w:name w:val="Courier"/>
    <w:basedOn w:val="DefaultParagraphFont"/>
    <w:rsid w:val="009F3631"/>
    <w:rPr>
      <w:rFonts w:ascii="Courier New" w:hAnsi="Courier New"/>
    </w:rPr>
  </w:style>
  <w:style w:type="paragraph" w:customStyle="1" w:styleId="Dash">
    <w:name w:val="Dash"/>
    <w:basedOn w:val="Bullet"/>
    <w:rsid w:val="009F3631"/>
    <w:pPr>
      <w:numPr>
        <w:numId w:val="2"/>
      </w:numPr>
    </w:pPr>
  </w:style>
  <w:style w:type="character" w:customStyle="1" w:styleId="Italics">
    <w:name w:val="Italics"/>
    <w:basedOn w:val="DefaultParagraphFont"/>
    <w:rsid w:val="009F3631"/>
    <w:rPr>
      <w:i/>
    </w:rPr>
  </w:style>
  <w:style w:type="paragraph" w:customStyle="1" w:styleId="ListingBox">
    <w:name w:val="Listing Box"/>
    <w:basedOn w:val="Listing"/>
    <w:rsid w:val="009F3631"/>
    <w:pPr>
      <w:keepNext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ind w:left="907"/>
    </w:pPr>
    <w:rPr>
      <w:noProof w:val="0"/>
    </w:rPr>
  </w:style>
  <w:style w:type="paragraph" w:customStyle="1" w:styleId="Note">
    <w:name w:val="Note"/>
    <w:basedOn w:val="Normal"/>
    <w:next w:val="Normal"/>
    <w:link w:val="NoteChar"/>
    <w:rsid w:val="009F3631"/>
    <w:pPr>
      <w:pBdr>
        <w:top w:val="single" w:sz="6" w:space="5" w:color="auto"/>
        <w:bottom w:val="single" w:sz="6" w:space="5" w:color="auto"/>
      </w:pBdr>
      <w:ind w:left="720" w:hanging="720"/>
    </w:pPr>
  </w:style>
  <w:style w:type="paragraph" w:customStyle="1" w:styleId="Number">
    <w:name w:val="Number"/>
    <w:basedOn w:val="Normal"/>
    <w:rsid w:val="009F3631"/>
    <w:pPr>
      <w:numPr>
        <w:numId w:val="15"/>
      </w:numPr>
      <w:spacing w:before="120"/>
    </w:pPr>
    <w:rPr>
      <w:snapToGrid w:val="0"/>
    </w:rPr>
  </w:style>
  <w:style w:type="paragraph" w:customStyle="1" w:styleId="Fill-InNoNumber">
    <w:name w:val="Fill-In No Number"/>
    <w:basedOn w:val="Normal"/>
    <w:next w:val="Normal"/>
    <w:rsid w:val="009F3631"/>
    <w:pPr>
      <w:tabs>
        <w:tab w:val="right" w:leader="underscore" w:pos="8640"/>
      </w:tabs>
      <w:ind w:left="360" w:hanging="360"/>
    </w:pPr>
  </w:style>
  <w:style w:type="paragraph" w:customStyle="1" w:styleId="Fill-InNumbered">
    <w:name w:val="Fill-In Numbered"/>
    <w:basedOn w:val="Normal"/>
    <w:next w:val="Normal"/>
    <w:rsid w:val="009F3631"/>
    <w:pPr>
      <w:tabs>
        <w:tab w:val="right" w:leader="underscore" w:pos="8640"/>
      </w:tabs>
      <w:spacing w:before="360"/>
      <w:ind w:left="360" w:hanging="360"/>
    </w:pPr>
  </w:style>
  <w:style w:type="paragraph" w:customStyle="1" w:styleId="Heading0">
    <w:name w:val="Heading 0"/>
    <w:basedOn w:val="Heading2"/>
    <w:next w:val="Normal"/>
    <w:rsid w:val="009F3631"/>
    <w:pPr>
      <w:pageBreakBefore w:val="0"/>
      <w:spacing w:before="300"/>
      <w:outlineLvl w:val="9"/>
    </w:pPr>
    <w:rPr>
      <w:color w:val="0000FF"/>
    </w:rPr>
  </w:style>
  <w:style w:type="paragraph" w:customStyle="1" w:styleId="NumberNoNumber">
    <w:name w:val="Number No Number"/>
    <w:basedOn w:val="Number"/>
    <w:next w:val="Number"/>
    <w:rsid w:val="009F3631"/>
    <w:pPr>
      <w:numPr>
        <w:numId w:val="3"/>
      </w:numPr>
      <w:spacing w:before="60"/>
    </w:pPr>
  </w:style>
  <w:style w:type="paragraph" w:customStyle="1" w:styleId="Procedure">
    <w:name w:val="Procedure"/>
    <w:basedOn w:val="Normal"/>
    <w:next w:val="Number"/>
    <w:rsid w:val="009F3631"/>
    <w:pPr>
      <w:keepNext/>
      <w:numPr>
        <w:numId w:val="1"/>
      </w:numPr>
    </w:pPr>
    <w:rPr>
      <w:b/>
      <w:sz w:val="24"/>
    </w:rPr>
  </w:style>
  <w:style w:type="paragraph" w:customStyle="1" w:styleId="TableBullet">
    <w:name w:val="Table Bullet"/>
    <w:basedOn w:val="NormalIndent"/>
    <w:rsid w:val="009F3631"/>
    <w:pPr>
      <w:spacing w:before="60" w:after="0"/>
      <w:ind w:left="360" w:hanging="360"/>
    </w:pPr>
  </w:style>
  <w:style w:type="paragraph" w:customStyle="1" w:styleId="TableCenter">
    <w:name w:val="Table Center"/>
    <w:basedOn w:val="Normal"/>
    <w:rsid w:val="009F3631"/>
    <w:pPr>
      <w:spacing w:before="60"/>
      <w:jc w:val="center"/>
    </w:pPr>
  </w:style>
  <w:style w:type="paragraph" w:customStyle="1" w:styleId="TableHead">
    <w:name w:val="Table Head"/>
    <w:basedOn w:val="Normal"/>
    <w:rsid w:val="009F3631"/>
    <w:pPr>
      <w:spacing w:after="120"/>
      <w:jc w:val="center"/>
    </w:pPr>
    <w:rPr>
      <w:rFonts w:ascii="Arial" w:hAnsi="Arial"/>
      <w:b/>
      <w:sz w:val="24"/>
    </w:rPr>
  </w:style>
  <w:style w:type="paragraph" w:customStyle="1" w:styleId="TableHeadLeft">
    <w:name w:val="Table Head Left"/>
    <w:basedOn w:val="TableHead"/>
    <w:rsid w:val="009F3631"/>
    <w:pPr>
      <w:jc w:val="left"/>
    </w:pPr>
  </w:style>
  <w:style w:type="paragraph" w:customStyle="1" w:styleId="TableHeadRight">
    <w:name w:val="Table Head Right"/>
    <w:basedOn w:val="TableHead"/>
    <w:rsid w:val="009F3631"/>
    <w:pPr>
      <w:jc w:val="right"/>
    </w:pPr>
  </w:style>
  <w:style w:type="paragraph" w:customStyle="1" w:styleId="TableIndent">
    <w:name w:val="Table Indent"/>
    <w:basedOn w:val="Normal"/>
    <w:rsid w:val="009F3631"/>
    <w:pPr>
      <w:spacing w:before="60"/>
      <w:ind w:left="360"/>
    </w:pPr>
  </w:style>
  <w:style w:type="paragraph" w:customStyle="1" w:styleId="TableNormal1">
    <w:name w:val="Table Normal1"/>
    <w:basedOn w:val="Normal"/>
    <w:rsid w:val="009F3631"/>
    <w:pPr>
      <w:spacing w:before="60"/>
    </w:pPr>
  </w:style>
  <w:style w:type="paragraph" w:customStyle="1" w:styleId="TableNumber">
    <w:name w:val="Table Number"/>
    <w:basedOn w:val="TableNormal1"/>
    <w:rsid w:val="009F3631"/>
    <w:pPr>
      <w:ind w:left="360" w:hanging="360"/>
    </w:pPr>
  </w:style>
  <w:style w:type="paragraph" w:customStyle="1" w:styleId="TableRight">
    <w:name w:val="Table Right"/>
    <w:basedOn w:val="TableNormal1"/>
    <w:rsid w:val="009F3631"/>
    <w:pPr>
      <w:jc w:val="right"/>
    </w:pPr>
  </w:style>
  <w:style w:type="paragraph" w:styleId="TOC1">
    <w:name w:val="toc 1"/>
    <w:basedOn w:val="Normal"/>
    <w:next w:val="Normal"/>
    <w:uiPriority w:val="39"/>
    <w:rsid w:val="009F3631"/>
    <w:pPr>
      <w:tabs>
        <w:tab w:val="right" w:leader="dot" w:pos="8640"/>
      </w:tabs>
      <w:spacing w:before="240" w:after="120"/>
    </w:pPr>
    <w:rPr>
      <w:b/>
      <w:sz w:val="20"/>
    </w:rPr>
  </w:style>
  <w:style w:type="paragraph" w:styleId="TOC2">
    <w:name w:val="toc 2"/>
    <w:basedOn w:val="Normal"/>
    <w:next w:val="Normal"/>
    <w:uiPriority w:val="39"/>
    <w:rsid w:val="009F3631"/>
    <w:pPr>
      <w:tabs>
        <w:tab w:val="right" w:leader="dot" w:pos="8640"/>
      </w:tabs>
      <w:spacing w:before="120" w:after="0"/>
      <w:ind w:left="220"/>
    </w:pPr>
    <w:rPr>
      <w:i/>
      <w:sz w:val="20"/>
    </w:rPr>
  </w:style>
  <w:style w:type="paragraph" w:styleId="TOC3">
    <w:name w:val="toc 3"/>
    <w:basedOn w:val="Normal"/>
    <w:next w:val="Normal"/>
    <w:uiPriority w:val="39"/>
    <w:rsid w:val="009F3631"/>
    <w:pPr>
      <w:tabs>
        <w:tab w:val="right" w:leader="dot" w:pos="8640"/>
      </w:tabs>
      <w:spacing w:before="0" w:after="0"/>
      <w:ind w:left="440"/>
    </w:pPr>
    <w:rPr>
      <w:sz w:val="20"/>
    </w:rPr>
  </w:style>
  <w:style w:type="paragraph" w:styleId="TOC4">
    <w:name w:val="toc 4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660"/>
    </w:pPr>
    <w:rPr>
      <w:sz w:val="20"/>
    </w:rPr>
  </w:style>
  <w:style w:type="paragraph" w:styleId="TOC5">
    <w:name w:val="toc 5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880"/>
    </w:pPr>
    <w:rPr>
      <w:sz w:val="20"/>
    </w:rPr>
  </w:style>
  <w:style w:type="paragraph" w:styleId="TOC6">
    <w:name w:val="toc 6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100"/>
    </w:pPr>
    <w:rPr>
      <w:sz w:val="20"/>
    </w:rPr>
  </w:style>
  <w:style w:type="paragraph" w:styleId="TOC7">
    <w:name w:val="toc 7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320"/>
    </w:pPr>
    <w:rPr>
      <w:sz w:val="20"/>
    </w:rPr>
  </w:style>
  <w:style w:type="paragraph" w:styleId="TOC8">
    <w:name w:val="toc 8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540"/>
    </w:pPr>
    <w:rPr>
      <w:sz w:val="20"/>
    </w:rPr>
  </w:style>
  <w:style w:type="paragraph" w:styleId="TOC9">
    <w:name w:val="toc 9"/>
    <w:basedOn w:val="Normal"/>
    <w:next w:val="Normal"/>
    <w:semiHidden/>
    <w:rsid w:val="009F3631"/>
    <w:pPr>
      <w:tabs>
        <w:tab w:val="right" w:leader="dot" w:pos="8640"/>
      </w:tabs>
      <w:spacing w:before="0" w:after="0"/>
      <w:ind w:left="1760"/>
    </w:pPr>
    <w:rPr>
      <w:sz w:val="20"/>
    </w:rPr>
  </w:style>
  <w:style w:type="paragraph" w:customStyle="1" w:styleId="ListingIndent">
    <w:name w:val="Listing Indent"/>
    <w:basedOn w:val="Listing"/>
    <w:rsid w:val="009F3631"/>
    <w:pPr>
      <w:ind w:left="360"/>
    </w:pPr>
  </w:style>
  <w:style w:type="paragraph" w:customStyle="1" w:styleId="UserInput">
    <w:name w:val="User Input"/>
    <w:basedOn w:val="NormalIndent"/>
    <w:next w:val="Normal"/>
    <w:rsid w:val="009F3631"/>
    <w:rPr>
      <w:rFonts w:ascii="Courier New" w:hAnsi="Courier New"/>
    </w:rPr>
  </w:style>
  <w:style w:type="paragraph" w:customStyle="1" w:styleId="Picture">
    <w:name w:val="Picture"/>
    <w:basedOn w:val="Normal"/>
    <w:next w:val="Normal"/>
    <w:rsid w:val="009F3631"/>
    <w:pPr>
      <w:jc w:val="center"/>
    </w:pPr>
  </w:style>
  <w:style w:type="character" w:customStyle="1" w:styleId="Overbar">
    <w:name w:val="Overbar"/>
    <w:basedOn w:val="DefaultParagraphFont"/>
    <w:rsid w:val="009F3631"/>
    <w:rPr>
      <w:rFonts w:ascii="Times Overbar" w:hAnsi="Times Overbar"/>
    </w:rPr>
  </w:style>
  <w:style w:type="character" w:styleId="CommentReference">
    <w:name w:val="annotation reference"/>
    <w:basedOn w:val="DefaultParagraphFont"/>
    <w:semiHidden/>
    <w:rsid w:val="009F3631"/>
    <w:rPr>
      <w:vanish/>
      <w:sz w:val="16"/>
    </w:rPr>
  </w:style>
  <w:style w:type="paragraph" w:styleId="CommentText">
    <w:name w:val="annotation text"/>
    <w:basedOn w:val="Normal"/>
    <w:semiHidden/>
    <w:rsid w:val="009F3631"/>
    <w:rPr>
      <w:sz w:val="20"/>
    </w:rPr>
  </w:style>
  <w:style w:type="paragraph" w:customStyle="1" w:styleId="NumberManual">
    <w:name w:val="Number Manual"/>
    <w:basedOn w:val="Normal"/>
    <w:rsid w:val="009F3631"/>
    <w:pPr>
      <w:spacing w:before="120"/>
      <w:ind w:left="360" w:hanging="360"/>
    </w:pPr>
  </w:style>
  <w:style w:type="paragraph" w:customStyle="1" w:styleId="NormalOverbar">
    <w:name w:val="Normal Overbar"/>
    <w:basedOn w:val="Normal"/>
    <w:next w:val="Normal"/>
    <w:rsid w:val="009F3631"/>
    <w:pPr>
      <w:spacing w:line="280" w:lineRule="exact"/>
    </w:pPr>
  </w:style>
  <w:style w:type="paragraph" w:styleId="BalloonText">
    <w:name w:val="Balloon Text"/>
    <w:basedOn w:val="Normal"/>
    <w:semiHidden/>
    <w:rsid w:val="009F3631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F3631"/>
    <w:pPr>
      <w:spacing w:after="120"/>
      <w:ind w:left="1440" w:right="1440"/>
    </w:pPr>
  </w:style>
  <w:style w:type="paragraph" w:styleId="BodyText">
    <w:name w:val="Body Text"/>
    <w:basedOn w:val="Normal"/>
    <w:rsid w:val="009F3631"/>
    <w:pPr>
      <w:spacing w:after="120"/>
    </w:pPr>
  </w:style>
  <w:style w:type="paragraph" w:styleId="BodyText2">
    <w:name w:val="Body Text 2"/>
    <w:basedOn w:val="Normal"/>
    <w:rsid w:val="009F3631"/>
    <w:pPr>
      <w:spacing w:after="120" w:line="480" w:lineRule="auto"/>
    </w:pPr>
  </w:style>
  <w:style w:type="paragraph" w:styleId="BodyText3">
    <w:name w:val="Body Text 3"/>
    <w:basedOn w:val="Normal"/>
    <w:rsid w:val="009F363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F3631"/>
    <w:pPr>
      <w:ind w:firstLine="210"/>
    </w:pPr>
  </w:style>
  <w:style w:type="paragraph" w:styleId="BodyTextIndent">
    <w:name w:val="Body Text Indent"/>
    <w:basedOn w:val="Normal"/>
    <w:rsid w:val="009F3631"/>
    <w:pPr>
      <w:spacing w:after="120"/>
      <w:ind w:left="360"/>
    </w:pPr>
  </w:style>
  <w:style w:type="paragraph" w:styleId="BodyTextFirstIndent2">
    <w:name w:val="Body Text First Indent 2"/>
    <w:basedOn w:val="BodyTextIndent"/>
    <w:rsid w:val="009F3631"/>
    <w:pPr>
      <w:ind w:firstLine="210"/>
    </w:pPr>
  </w:style>
  <w:style w:type="paragraph" w:styleId="BodyTextIndent2">
    <w:name w:val="Body Text Indent 2"/>
    <w:basedOn w:val="Normal"/>
    <w:rsid w:val="009F3631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F3631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F3631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9F3631"/>
    <w:pPr>
      <w:ind w:left="4320"/>
    </w:pPr>
  </w:style>
  <w:style w:type="paragraph" w:styleId="CommentSubject">
    <w:name w:val="annotation subject"/>
    <w:basedOn w:val="CommentText"/>
    <w:next w:val="CommentText"/>
    <w:semiHidden/>
    <w:rsid w:val="009F3631"/>
    <w:rPr>
      <w:b/>
      <w:bCs/>
    </w:rPr>
  </w:style>
  <w:style w:type="paragraph" w:styleId="Date">
    <w:name w:val="Date"/>
    <w:basedOn w:val="Normal"/>
    <w:next w:val="Normal"/>
    <w:rsid w:val="009F3631"/>
  </w:style>
  <w:style w:type="paragraph" w:styleId="DocumentMap">
    <w:name w:val="Document Map"/>
    <w:basedOn w:val="Normal"/>
    <w:semiHidden/>
    <w:rsid w:val="009F3631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9F3631"/>
  </w:style>
  <w:style w:type="paragraph" w:styleId="EndnoteText">
    <w:name w:val="endnote text"/>
    <w:basedOn w:val="Normal"/>
    <w:semiHidden/>
    <w:rsid w:val="009F3631"/>
    <w:rPr>
      <w:sz w:val="20"/>
    </w:rPr>
  </w:style>
  <w:style w:type="paragraph" w:styleId="EnvelopeAddress">
    <w:name w:val="envelope address"/>
    <w:basedOn w:val="Normal"/>
    <w:rsid w:val="009F363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9F3631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sid w:val="009F3631"/>
    <w:rPr>
      <w:sz w:val="20"/>
    </w:rPr>
  </w:style>
  <w:style w:type="paragraph" w:styleId="HTMLAddress">
    <w:name w:val="HTML Address"/>
    <w:basedOn w:val="Normal"/>
    <w:rsid w:val="009F3631"/>
    <w:rPr>
      <w:i/>
      <w:iCs/>
    </w:rPr>
  </w:style>
  <w:style w:type="paragraph" w:styleId="HTMLPreformatted">
    <w:name w:val="HTML Preformatted"/>
    <w:basedOn w:val="Normal"/>
    <w:rsid w:val="009F3631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F363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9F363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9F363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9F363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9F363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9F363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9F363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9F363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9F363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9F3631"/>
    <w:rPr>
      <w:rFonts w:ascii="Arial" w:hAnsi="Arial" w:cs="Arial"/>
      <w:b/>
      <w:bCs/>
    </w:rPr>
  </w:style>
  <w:style w:type="paragraph" w:styleId="List">
    <w:name w:val="List"/>
    <w:basedOn w:val="Normal"/>
    <w:rsid w:val="009F3631"/>
    <w:pPr>
      <w:ind w:left="360" w:hanging="360"/>
    </w:pPr>
  </w:style>
  <w:style w:type="paragraph" w:styleId="List2">
    <w:name w:val="List 2"/>
    <w:basedOn w:val="Normal"/>
    <w:rsid w:val="009F3631"/>
    <w:pPr>
      <w:ind w:left="720" w:hanging="360"/>
    </w:pPr>
  </w:style>
  <w:style w:type="paragraph" w:styleId="List3">
    <w:name w:val="List 3"/>
    <w:basedOn w:val="Normal"/>
    <w:rsid w:val="009F3631"/>
    <w:pPr>
      <w:ind w:left="1080" w:hanging="360"/>
    </w:pPr>
  </w:style>
  <w:style w:type="paragraph" w:styleId="List4">
    <w:name w:val="List 4"/>
    <w:basedOn w:val="Normal"/>
    <w:rsid w:val="009F3631"/>
    <w:pPr>
      <w:ind w:left="1440" w:hanging="360"/>
    </w:pPr>
  </w:style>
  <w:style w:type="paragraph" w:styleId="List5">
    <w:name w:val="List 5"/>
    <w:basedOn w:val="Normal"/>
    <w:rsid w:val="009F3631"/>
    <w:pPr>
      <w:ind w:left="1800" w:hanging="360"/>
    </w:pPr>
  </w:style>
  <w:style w:type="paragraph" w:styleId="ListBullet">
    <w:name w:val="List Bullet"/>
    <w:basedOn w:val="Normal"/>
    <w:autoRedefine/>
    <w:rsid w:val="009F3631"/>
    <w:pPr>
      <w:numPr>
        <w:numId w:val="5"/>
      </w:numPr>
    </w:pPr>
  </w:style>
  <w:style w:type="paragraph" w:styleId="ListBullet2">
    <w:name w:val="List Bullet 2"/>
    <w:basedOn w:val="Normal"/>
    <w:autoRedefine/>
    <w:rsid w:val="009F3631"/>
    <w:pPr>
      <w:numPr>
        <w:numId w:val="6"/>
      </w:numPr>
    </w:pPr>
  </w:style>
  <w:style w:type="paragraph" w:styleId="ListBullet3">
    <w:name w:val="List Bullet 3"/>
    <w:basedOn w:val="Normal"/>
    <w:autoRedefine/>
    <w:rsid w:val="009F3631"/>
    <w:pPr>
      <w:numPr>
        <w:numId w:val="7"/>
      </w:numPr>
    </w:pPr>
  </w:style>
  <w:style w:type="paragraph" w:styleId="ListBullet4">
    <w:name w:val="List Bullet 4"/>
    <w:basedOn w:val="Normal"/>
    <w:autoRedefine/>
    <w:rsid w:val="009F3631"/>
    <w:pPr>
      <w:numPr>
        <w:numId w:val="8"/>
      </w:numPr>
    </w:pPr>
  </w:style>
  <w:style w:type="paragraph" w:styleId="ListBullet5">
    <w:name w:val="List Bullet 5"/>
    <w:basedOn w:val="Normal"/>
    <w:autoRedefine/>
    <w:rsid w:val="009F3631"/>
    <w:pPr>
      <w:numPr>
        <w:numId w:val="9"/>
      </w:numPr>
    </w:pPr>
  </w:style>
  <w:style w:type="paragraph" w:styleId="ListContinue">
    <w:name w:val="List Continue"/>
    <w:basedOn w:val="Normal"/>
    <w:rsid w:val="009F3631"/>
    <w:pPr>
      <w:spacing w:after="120"/>
      <w:ind w:left="360"/>
    </w:pPr>
  </w:style>
  <w:style w:type="paragraph" w:styleId="ListContinue2">
    <w:name w:val="List Continue 2"/>
    <w:basedOn w:val="Normal"/>
    <w:rsid w:val="009F3631"/>
    <w:pPr>
      <w:spacing w:after="120"/>
      <w:ind w:left="720"/>
    </w:pPr>
  </w:style>
  <w:style w:type="paragraph" w:styleId="ListContinue3">
    <w:name w:val="List Continue 3"/>
    <w:basedOn w:val="Normal"/>
    <w:rsid w:val="009F3631"/>
    <w:pPr>
      <w:spacing w:after="120"/>
      <w:ind w:left="1080"/>
    </w:pPr>
  </w:style>
  <w:style w:type="paragraph" w:styleId="ListContinue4">
    <w:name w:val="List Continue 4"/>
    <w:basedOn w:val="Normal"/>
    <w:rsid w:val="009F3631"/>
    <w:pPr>
      <w:spacing w:after="120"/>
      <w:ind w:left="1440"/>
    </w:pPr>
  </w:style>
  <w:style w:type="paragraph" w:styleId="ListContinue5">
    <w:name w:val="List Continue 5"/>
    <w:basedOn w:val="Normal"/>
    <w:rsid w:val="009F3631"/>
    <w:pPr>
      <w:spacing w:after="120"/>
      <w:ind w:left="1800"/>
    </w:pPr>
  </w:style>
  <w:style w:type="paragraph" w:styleId="ListNumber">
    <w:name w:val="List Number"/>
    <w:basedOn w:val="Normal"/>
    <w:rsid w:val="009F3631"/>
    <w:pPr>
      <w:numPr>
        <w:numId w:val="10"/>
      </w:numPr>
    </w:pPr>
  </w:style>
  <w:style w:type="paragraph" w:styleId="ListNumber2">
    <w:name w:val="List Number 2"/>
    <w:basedOn w:val="Normal"/>
    <w:rsid w:val="009F3631"/>
    <w:pPr>
      <w:numPr>
        <w:numId w:val="11"/>
      </w:numPr>
    </w:pPr>
  </w:style>
  <w:style w:type="paragraph" w:styleId="ListNumber3">
    <w:name w:val="List Number 3"/>
    <w:basedOn w:val="Normal"/>
    <w:rsid w:val="009F3631"/>
    <w:pPr>
      <w:numPr>
        <w:numId w:val="12"/>
      </w:numPr>
    </w:pPr>
  </w:style>
  <w:style w:type="paragraph" w:styleId="ListNumber4">
    <w:name w:val="List Number 4"/>
    <w:basedOn w:val="Normal"/>
    <w:rsid w:val="009F3631"/>
    <w:pPr>
      <w:numPr>
        <w:numId w:val="13"/>
      </w:numPr>
    </w:pPr>
  </w:style>
  <w:style w:type="paragraph" w:styleId="ListNumber5">
    <w:name w:val="List Number 5"/>
    <w:basedOn w:val="Normal"/>
    <w:rsid w:val="009F3631"/>
    <w:pPr>
      <w:numPr>
        <w:numId w:val="14"/>
      </w:numPr>
    </w:pPr>
  </w:style>
  <w:style w:type="paragraph" w:styleId="MacroText">
    <w:name w:val="macro"/>
    <w:semiHidden/>
    <w:rsid w:val="009F36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80" w:after="6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F36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9F3631"/>
    <w:rPr>
      <w:sz w:val="24"/>
      <w:szCs w:val="24"/>
    </w:rPr>
  </w:style>
  <w:style w:type="paragraph" w:styleId="NoteHeading">
    <w:name w:val="Note Heading"/>
    <w:basedOn w:val="Normal"/>
    <w:next w:val="Normal"/>
    <w:rsid w:val="009F3631"/>
  </w:style>
  <w:style w:type="paragraph" w:styleId="PlainText">
    <w:name w:val="Plain Text"/>
    <w:basedOn w:val="Normal"/>
    <w:rsid w:val="009F3631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9F3631"/>
  </w:style>
  <w:style w:type="paragraph" w:styleId="Signature">
    <w:name w:val="Signature"/>
    <w:basedOn w:val="Normal"/>
    <w:rsid w:val="009F3631"/>
    <w:pPr>
      <w:ind w:left="4320"/>
    </w:pPr>
  </w:style>
  <w:style w:type="paragraph" w:styleId="Subtitle">
    <w:name w:val="Subtitle"/>
    <w:basedOn w:val="Normal"/>
    <w:qFormat/>
    <w:rsid w:val="009F3631"/>
    <w:pPr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9F3631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9F3631"/>
    <w:pPr>
      <w:ind w:left="440" w:hanging="440"/>
    </w:pPr>
  </w:style>
  <w:style w:type="paragraph" w:styleId="Title">
    <w:name w:val="Title"/>
    <w:basedOn w:val="Normal"/>
    <w:qFormat/>
    <w:rsid w:val="009F3631"/>
    <w:pPr>
      <w:spacing w:before="24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F3631"/>
    <w:pPr>
      <w:spacing w:before="120"/>
    </w:pPr>
    <w:rPr>
      <w:rFonts w:ascii="Arial" w:hAnsi="Arial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rsid w:val="009F3631"/>
    <w:rPr>
      <w:rFonts w:ascii="Arial" w:hAnsi="Arial"/>
      <w:b/>
      <w:noProof/>
      <w:sz w:val="32"/>
      <w:lang w:val="en-US" w:eastAsia="en-US" w:bidi="ar-SA"/>
    </w:rPr>
  </w:style>
  <w:style w:type="character" w:customStyle="1" w:styleId="Heading5Char">
    <w:name w:val="Heading 5 Char"/>
    <w:basedOn w:val="Heading3Char"/>
    <w:rsid w:val="009F3631"/>
    <w:rPr>
      <w:rFonts w:ascii="Arial" w:hAnsi="Arial"/>
      <w:b/>
      <w:noProof/>
      <w:sz w:val="28"/>
      <w:lang w:val="en-US" w:eastAsia="en-US" w:bidi="ar-SA"/>
    </w:rPr>
  </w:style>
  <w:style w:type="character" w:styleId="Emphasis">
    <w:name w:val="Emphasis"/>
    <w:basedOn w:val="DefaultParagraphFont"/>
    <w:qFormat/>
    <w:rsid w:val="009F3631"/>
    <w:rPr>
      <w:i/>
      <w:iCs/>
    </w:rPr>
  </w:style>
  <w:style w:type="paragraph" w:customStyle="1" w:styleId="NumberChar">
    <w:name w:val="Number Char"/>
    <w:basedOn w:val="Normal"/>
    <w:rsid w:val="00555B22"/>
    <w:pPr>
      <w:spacing w:before="120"/>
      <w:ind w:left="360" w:hanging="360"/>
    </w:pPr>
  </w:style>
  <w:style w:type="paragraph" w:customStyle="1" w:styleId="NumberBold">
    <w:name w:val="Number (Bold)"/>
    <w:basedOn w:val="Number"/>
    <w:next w:val="NumberNoNumber"/>
    <w:rsid w:val="00C03D24"/>
    <w:pPr>
      <w:numPr>
        <w:numId w:val="0"/>
      </w:numPr>
      <w:tabs>
        <w:tab w:val="num" w:pos="360"/>
      </w:tabs>
      <w:ind w:left="360" w:hanging="360"/>
    </w:pPr>
    <w:rPr>
      <w:b/>
      <w:snapToGrid/>
    </w:rPr>
  </w:style>
  <w:style w:type="character" w:customStyle="1" w:styleId="Heading2Char">
    <w:name w:val="Heading 2 Char"/>
    <w:basedOn w:val="DefaultParagraphFont"/>
    <w:link w:val="Heading2"/>
    <w:rsid w:val="000D08B9"/>
    <w:rPr>
      <w:rFonts w:ascii="Arial" w:hAnsi="Arial"/>
      <w:b/>
      <w:sz w:val="36"/>
      <w:lang w:val="en-US" w:eastAsia="en-US" w:bidi="ar-SA"/>
    </w:rPr>
  </w:style>
  <w:style w:type="character" w:customStyle="1" w:styleId="Heading3Char1">
    <w:name w:val="Heading 3 Char1"/>
    <w:basedOn w:val="DefaultParagraphFont"/>
    <w:link w:val="Heading3"/>
    <w:rsid w:val="003E632C"/>
    <w:rPr>
      <w:rFonts w:ascii="Arial" w:hAnsi="Arial"/>
      <w:b/>
      <w:noProof/>
      <w:sz w:val="32"/>
      <w:lang w:val="en-US" w:eastAsia="en-US" w:bidi="ar-SA"/>
    </w:rPr>
  </w:style>
  <w:style w:type="character" w:styleId="Hyperlink">
    <w:name w:val="Hyperlink"/>
    <w:basedOn w:val="DefaultParagraphFont"/>
    <w:rsid w:val="00297708"/>
    <w:rPr>
      <w:color w:val="0000FF"/>
      <w:u w:val="single"/>
    </w:rPr>
  </w:style>
  <w:style w:type="character" w:customStyle="1" w:styleId="BodyChar">
    <w:name w:val="Body Char"/>
    <w:basedOn w:val="DefaultParagraphFont"/>
    <w:link w:val="Body"/>
    <w:locked/>
    <w:rsid w:val="00297708"/>
    <w:rPr>
      <w:rFonts w:ascii="Arial" w:hAnsi="Arial" w:cs="Arial"/>
      <w:sz w:val="24"/>
      <w:szCs w:val="18"/>
      <w:lang w:val="en-US" w:eastAsia="en-US" w:bidi="ar-SA"/>
    </w:rPr>
  </w:style>
  <w:style w:type="paragraph" w:customStyle="1" w:styleId="Body">
    <w:name w:val="Body"/>
    <w:basedOn w:val="Normal"/>
    <w:link w:val="BodyChar"/>
    <w:rsid w:val="00297708"/>
    <w:pPr>
      <w:suppressAutoHyphens w:val="0"/>
      <w:spacing w:before="0" w:after="240"/>
    </w:pPr>
    <w:rPr>
      <w:rFonts w:ascii="Arial" w:hAnsi="Arial" w:cs="Arial"/>
      <w:sz w:val="24"/>
      <w:szCs w:val="18"/>
    </w:rPr>
  </w:style>
  <w:style w:type="paragraph" w:customStyle="1" w:styleId="Default">
    <w:name w:val="Default"/>
    <w:rsid w:val="002977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teChar">
    <w:name w:val="Note Char"/>
    <w:basedOn w:val="DefaultParagraphFont"/>
    <w:link w:val="Note"/>
    <w:rsid w:val="007D78F1"/>
    <w:rPr>
      <w:sz w:val="22"/>
      <w:lang w:val="en-US" w:eastAsia="en-US" w:bidi="ar-SA"/>
    </w:rPr>
  </w:style>
  <w:style w:type="character" w:styleId="FollowedHyperlink">
    <w:name w:val="FollowedHyperlink"/>
    <w:basedOn w:val="DefaultParagraphFont"/>
    <w:rsid w:val="0034143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4563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A73096"/>
    <w:rPr>
      <w:rFonts w:ascii="Arial" w:hAnsi="Arial"/>
      <w:b/>
      <w:i/>
      <w:noProof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8384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0192895\Application%20Data\Microsoft\Templates\ttoOffice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8B6C4-8014-42A6-8056-0AA03E24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ttoOffice2007.dotx</Template>
  <TotalTime>4381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- Appendix</vt:lpstr>
    </vt:vector>
  </TitlesOfParts>
  <Company/>
  <LinksUpToDate>false</LinksUpToDate>
  <CharactersWithSpaces>4980</CharactersWithSpaces>
  <SharedDoc>false</SharedDoc>
  <HLinks>
    <vt:vector size="30" baseType="variant">
      <vt:variant>
        <vt:i4>5832798</vt:i4>
      </vt:variant>
      <vt:variant>
        <vt:i4>164</vt:i4>
      </vt:variant>
      <vt:variant>
        <vt:i4>0</vt:i4>
      </vt:variant>
      <vt:variant>
        <vt:i4>5</vt:i4>
      </vt:variant>
      <vt:variant>
        <vt:lpwstr>http://www.java.com/</vt:lpwstr>
      </vt:variant>
      <vt:variant>
        <vt:lpwstr/>
      </vt:variant>
      <vt:variant>
        <vt:i4>4718595</vt:i4>
      </vt:variant>
      <vt:variant>
        <vt:i4>161</vt:i4>
      </vt:variant>
      <vt:variant>
        <vt:i4>0</vt:i4>
      </vt:variant>
      <vt:variant>
        <vt:i4>5</vt:i4>
      </vt:variant>
      <vt:variant>
        <vt:lpwstr>http://focus.ti.com/mcu/docs/mcuorphantoolsw.tsp?sectionId=632&amp;orphantabId=8</vt:lpwstr>
      </vt:variant>
      <vt:variant>
        <vt:lpwstr/>
      </vt:variant>
      <vt:variant>
        <vt:i4>4718595</vt:i4>
      </vt:variant>
      <vt:variant>
        <vt:i4>158</vt:i4>
      </vt:variant>
      <vt:variant>
        <vt:i4>0</vt:i4>
      </vt:variant>
      <vt:variant>
        <vt:i4>5</vt:i4>
      </vt:variant>
      <vt:variant>
        <vt:lpwstr>http://focus.ti.com/mcu/docs/mcuorphantoolsw.tsp?sectionId=632&amp;orphantabId=8</vt:lpwstr>
      </vt:variant>
      <vt:variant>
        <vt:lpwstr/>
      </vt:variant>
      <vt:variant>
        <vt:i4>1835125</vt:i4>
      </vt:variant>
      <vt:variant>
        <vt:i4>155</vt:i4>
      </vt:variant>
      <vt:variant>
        <vt:i4>0</vt:i4>
      </vt:variant>
      <vt:variant>
        <vt:i4>5</vt:i4>
      </vt:variant>
      <vt:variant>
        <vt:lpwstr>http://processors.wiki.ti.com/index.php/Download_CCS</vt:lpwstr>
      </vt:variant>
      <vt:variant>
        <vt:lpwstr/>
      </vt:variant>
      <vt:variant>
        <vt:i4>8192050</vt:i4>
      </vt:variant>
      <vt:variant>
        <vt:i4>8</vt:i4>
      </vt:variant>
      <vt:variant>
        <vt:i4>0</vt:i4>
      </vt:variant>
      <vt:variant>
        <vt:i4>5</vt:i4>
      </vt:variant>
      <vt:variant>
        <vt:lpwstr>http://processors.wiki.ti.com/index.php/Getting_Started_with_StellarisWare_Workshop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- Appendix</dc:title>
  <dc:subject>Getting Started With the Stellaris EK-LM4F120XL LaunchPad Workshop</dc:subject>
  <dc:creator>Scott Bland</dc:creator>
  <cp:keywords>Appendix</cp:keywords>
  <dc:description/>
  <cp:lastModifiedBy>Scott Bland</cp:lastModifiedBy>
  <cp:revision>270</cp:revision>
  <cp:lastPrinted>2012-05-28T01:41:00Z</cp:lastPrinted>
  <dcterms:created xsi:type="dcterms:W3CDTF">2011-04-29T22:06:00Z</dcterms:created>
  <dcterms:modified xsi:type="dcterms:W3CDTF">2013-03-12T00:25:00Z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_labs">
    <vt:lpwstr/>
  </property>
</Properties>
</file>